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A14E6" w14:textId="77777777" w:rsidR="00DA6B5D" w:rsidRDefault="00000000">
      <w:pPr>
        <w:ind w:left="-720"/>
        <w:jc w:val="center"/>
      </w:pPr>
      <w:r>
        <w:rPr>
          <w:rFonts w:ascii="標楷體" w:eastAsia="標楷體" w:hAnsi="標楷體"/>
          <w:b/>
          <w:iCs/>
          <w:sz w:val="36"/>
        </w:rPr>
        <w:t>長庚科技大學嘉義分部  教室借用申請表</w:t>
      </w:r>
      <w:r>
        <w:rPr>
          <w:rFonts w:ascii="標楷體" w:eastAsia="標楷體" w:hAnsi="標楷體"/>
        </w:rPr>
        <w:t xml:space="preserve">                                                                         </w:t>
      </w:r>
    </w:p>
    <w:p w14:paraId="4220AF2B" w14:textId="77777777" w:rsidR="00DA6B5D" w:rsidRDefault="00000000">
      <w:pPr>
        <w:ind w:right="-514"/>
        <w:jc w:val="both"/>
      </w:pPr>
      <w:r>
        <w:rPr>
          <w:rFonts w:ascii="標楷體" w:eastAsia="標楷體" w:hAnsi="標楷體"/>
        </w:rPr>
        <w:t xml:space="preserve">                                                 填單日期:</w:t>
      </w:r>
      <w:r>
        <w:rPr>
          <w:rFonts w:ascii="標楷體" w:eastAsia="標楷體" w:hAnsi="標楷體"/>
          <w:b/>
          <w:u w:val="single"/>
        </w:rPr>
        <w:t xml:space="preserve">      </w:t>
      </w:r>
      <w:r>
        <w:rPr>
          <w:rFonts w:ascii="標楷體" w:eastAsia="標楷體" w:hAnsi="標楷體"/>
        </w:rPr>
        <w:t>年</w:t>
      </w:r>
      <w:r>
        <w:rPr>
          <w:rFonts w:ascii="標楷體" w:eastAsia="標楷體" w:hAnsi="標楷體"/>
          <w:u w:val="single"/>
        </w:rPr>
        <w:t xml:space="preserve">      </w:t>
      </w:r>
      <w:r>
        <w:rPr>
          <w:rFonts w:ascii="標楷體" w:eastAsia="標楷體" w:hAnsi="標楷體"/>
        </w:rPr>
        <w:t>月</w:t>
      </w:r>
      <w:r>
        <w:rPr>
          <w:rFonts w:ascii="標楷體" w:eastAsia="標楷體" w:hAnsi="標楷體"/>
          <w:u w:val="single"/>
        </w:rPr>
        <w:t xml:space="preserve">      </w:t>
      </w:r>
      <w:r>
        <w:rPr>
          <w:rFonts w:ascii="標楷體" w:eastAsia="標楷體" w:hAnsi="標楷體"/>
        </w:rPr>
        <w:t>日</w:t>
      </w:r>
    </w:p>
    <w:tbl>
      <w:tblPr>
        <w:tblW w:w="99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620"/>
        <w:gridCol w:w="2880"/>
        <w:gridCol w:w="1620"/>
        <w:gridCol w:w="3240"/>
      </w:tblGrid>
      <w:tr w:rsidR="00DA6B5D" w14:paraId="580C6227" w14:textId="77777777">
        <w:tblPrEx>
          <w:tblCellMar>
            <w:top w:w="0" w:type="dxa"/>
            <w:bottom w:w="0" w:type="dxa"/>
          </w:tblCellMar>
        </w:tblPrEx>
        <w:trPr>
          <w:cantSplit/>
          <w:trHeight w:val="69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CE8DF" w14:textId="77777777" w:rsidR="00DA6B5D" w:rsidRDefault="000000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本</w:t>
            </w:r>
          </w:p>
          <w:p w14:paraId="6DAEB48F" w14:textId="77777777" w:rsidR="00DA6B5D" w:rsidRDefault="000000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欄</w:t>
            </w:r>
          </w:p>
          <w:p w14:paraId="6251D466" w14:textId="77777777" w:rsidR="00DA6B5D" w:rsidRDefault="000000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由</w:t>
            </w:r>
          </w:p>
          <w:p w14:paraId="784E3008" w14:textId="77777777" w:rsidR="00DA6B5D" w:rsidRDefault="000000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申</w:t>
            </w:r>
          </w:p>
          <w:p w14:paraId="6A95A115" w14:textId="77777777" w:rsidR="00DA6B5D" w:rsidRDefault="000000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請</w:t>
            </w:r>
          </w:p>
          <w:p w14:paraId="09519E57" w14:textId="77777777" w:rsidR="00DA6B5D" w:rsidRDefault="00000000">
            <w:pPr>
              <w:ind w:left="140" w:hanging="14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者</w:t>
            </w:r>
          </w:p>
          <w:p w14:paraId="1B341ED0" w14:textId="77777777" w:rsidR="00DA6B5D" w:rsidRDefault="000000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填</w:t>
            </w:r>
          </w:p>
          <w:p w14:paraId="398ED5AC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寫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80598" w14:textId="77777777" w:rsidR="00DA6B5D" w:rsidRDefault="0000000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申請班級/</w:t>
            </w:r>
          </w:p>
          <w:p w14:paraId="43EB7774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申請單位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5271CF" w14:textId="77777777" w:rsidR="00DA6B5D" w:rsidRDefault="00DA6B5D">
            <w:pPr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E4F5C7" w14:textId="77777777" w:rsidR="00DA6B5D" w:rsidRDefault="0000000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申請者</w:t>
            </w:r>
          </w:p>
          <w:p w14:paraId="3EB5BC7E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分機/電話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0D0883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A6B5D" w14:paraId="79975B5C" w14:textId="77777777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1E66D4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5BCC1A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擬借用教室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B1C94E" w14:textId="77777777" w:rsidR="00DA6B5D" w:rsidRDefault="00DA6B5D">
            <w:pPr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84703C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  <w:sz w:val="26"/>
                <w:szCs w:val="26"/>
              </w:rPr>
              <w:t>使用人數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D2586F" w14:textId="77777777" w:rsidR="00DA6B5D" w:rsidRDefault="00DA6B5D">
            <w:pPr>
              <w:rPr>
                <w:rFonts w:ascii="標楷體" w:eastAsia="標楷體" w:hAnsi="標楷體"/>
              </w:rPr>
            </w:pPr>
          </w:p>
        </w:tc>
      </w:tr>
      <w:tr w:rsidR="00DA6B5D" w14:paraId="23AFBC8B" w14:textId="77777777">
        <w:tblPrEx>
          <w:tblCellMar>
            <w:top w:w="0" w:type="dxa"/>
            <w:bottom w:w="0" w:type="dxa"/>
          </w:tblCellMar>
        </w:tblPrEx>
        <w:trPr>
          <w:cantSplit/>
          <w:trHeight w:val="881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98E2BD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3F527E" w14:textId="77777777" w:rsidR="00DA6B5D" w:rsidRDefault="00000000">
            <w:pPr>
              <w:jc w:val="center"/>
            </w:pP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借還時間</w:t>
            </w:r>
            <w:proofErr w:type="gramEnd"/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C597B" w14:textId="77777777" w:rsidR="00DA6B5D" w:rsidRDefault="00000000" w:rsidP="0095586C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 xml:space="preserve">    年    月    日(星期    )    時    分至</w:t>
            </w:r>
          </w:p>
          <w:p w14:paraId="1E1195E2" w14:textId="77777777" w:rsidR="00DA6B5D" w:rsidRDefault="00000000" w:rsidP="0095586C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 xml:space="preserve">    年    月    日(星期    )    時    </w:t>
            </w:r>
            <w:proofErr w:type="gramStart"/>
            <w:r>
              <w:rPr>
                <w:rFonts w:ascii="標楷體" w:eastAsia="標楷體" w:hAnsi="標楷體"/>
                <w:sz w:val="26"/>
                <w:szCs w:val="26"/>
              </w:rPr>
              <w:t>分止</w:t>
            </w:r>
            <w:proofErr w:type="gramEnd"/>
          </w:p>
        </w:tc>
      </w:tr>
      <w:tr w:rsidR="00DA6B5D" w14:paraId="7FE49A72" w14:textId="77777777">
        <w:tblPrEx>
          <w:tblCellMar>
            <w:top w:w="0" w:type="dxa"/>
            <w:bottom w:w="0" w:type="dxa"/>
          </w:tblCellMar>
        </w:tblPrEx>
        <w:trPr>
          <w:cantSplit/>
          <w:trHeight w:val="579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E0F83D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A00A88" w14:textId="77777777" w:rsidR="00DA6B5D" w:rsidRDefault="00DA6B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740" w:type="dxa"/>
            <w:gridSpan w:val="3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7C2318" w14:textId="09ED2703" w:rsidR="00631D38" w:rsidRDefault="00000000" w:rsidP="00631D38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※ </w:t>
            </w:r>
            <w:r w:rsidR="00631D38">
              <w:rPr>
                <w:rFonts w:ascii="標楷體" w:eastAsia="標楷體" w:hAnsi="標楷體" w:hint="eastAsia"/>
              </w:rPr>
              <w:t>8:00~</w:t>
            </w:r>
            <w:r>
              <w:rPr>
                <w:rFonts w:ascii="標楷體" w:eastAsia="標楷體" w:hAnsi="標楷體"/>
              </w:rPr>
              <w:t>1</w:t>
            </w:r>
            <w:r w:rsidR="00631D3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:00請向教務組登記</w:t>
            </w:r>
            <w:r w:rsidR="00631D38"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/>
              </w:rPr>
              <w:t>借用</w:t>
            </w:r>
            <w:r w:rsidR="00631D38">
              <w:rPr>
                <w:rFonts w:ascii="標楷體" w:eastAsia="標楷體" w:hAnsi="標楷體" w:hint="eastAsia"/>
              </w:rPr>
              <w:t>/歸還</w:t>
            </w:r>
            <w:r>
              <w:rPr>
                <w:rFonts w:ascii="標楷體" w:eastAsia="標楷體" w:hAnsi="標楷體"/>
              </w:rPr>
              <w:t>鑰匙；</w:t>
            </w:r>
          </w:p>
          <w:p w14:paraId="2F67D090" w14:textId="4554A5F5" w:rsidR="00631D38" w:rsidRPr="00631D38" w:rsidRDefault="00631D38" w:rsidP="00631D38">
            <w:pPr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13:00~17:00請向教務登記，進修推廣組</w:t>
            </w:r>
            <w:r>
              <w:rPr>
                <w:rFonts w:ascii="標楷體" w:eastAsia="標楷體" w:hAnsi="標楷體"/>
              </w:rPr>
              <w:t>借用</w:t>
            </w:r>
            <w:r>
              <w:rPr>
                <w:rFonts w:ascii="標楷體" w:eastAsia="標楷體" w:hAnsi="標楷體" w:hint="eastAsia"/>
              </w:rPr>
              <w:t>/歸還</w:t>
            </w:r>
            <w:r>
              <w:rPr>
                <w:rFonts w:ascii="標楷體" w:eastAsia="標楷體" w:hAnsi="標楷體" w:hint="eastAsia"/>
              </w:rPr>
              <w:t>鑰匙；</w:t>
            </w:r>
          </w:p>
          <w:p w14:paraId="61AE89AD" w14:textId="6078E5C4" w:rsidR="00DA6B5D" w:rsidRDefault="00000000" w:rsidP="00631D38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</w:rPr>
              <w:t xml:space="preserve">   17:00以後請向進修推廣組登記及</w:t>
            </w:r>
            <w:r w:rsidR="00631D38">
              <w:rPr>
                <w:rFonts w:ascii="標楷體" w:eastAsia="標楷體" w:hAnsi="標楷體"/>
              </w:rPr>
              <w:t>借用</w:t>
            </w:r>
            <w:r w:rsidR="00631D38">
              <w:rPr>
                <w:rFonts w:ascii="標楷體" w:eastAsia="標楷體" w:hAnsi="標楷體" w:hint="eastAsia"/>
              </w:rPr>
              <w:t>/歸還</w:t>
            </w:r>
            <w:r>
              <w:rPr>
                <w:rFonts w:ascii="標楷體" w:eastAsia="標楷體" w:hAnsi="標楷體"/>
              </w:rPr>
              <w:t>鑰匙。</w:t>
            </w:r>
          </w:p>
        </w:tc>
      </w:tr>
      <w:tr w:rsidR="00DA6B5D" w14:paraId="09D551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05F723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E6A698" w14:textId="77777777" w:rsidR="00DA6B5D" w:rsidRDefault="0000000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事    由</w:t>
            </w:r>
          </w:p>
        </w:tc>
        <w:tc>
          <w:tcPr>
            <w:tcW w:w="7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920DDB" w14:textId="77777777" w:rsidR="00DA6B5D" w:rsidRDefault="00000000" w:rsidP="00631D38">
            <w:pPr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 w:val="26"/>
                <w:szCs w:val="26"/>
              </w:rPr>
              <w:t>課外活動：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 </w:t>
            </w:r>
          </w:p>
          <w:p w14:paraId="542A5CE7" w14:textId="77777777" w:rsidR="00DA6B5D" w:rsidRDefault="00000000" w:rsidP="00631D38">
            <w:pPr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 w:val="26"/>
                <w:szCs w:val="26"/>
              </w:rPr>
              <w:t>社團：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     </w:t>
            </w:r>
          </w:p>
          <w:p w14:paraId="783AFBA8" w14:textId="77777777" w:rsidR="00DA6B5D" w:rsidRDefault="00000000" w:rsidP="00631D38">
            <w:pPr>
              <w:spacing w:line="500" w:lineRule="exact"/>
              <w:jc w:val="both"/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□ </w:t>
            </w:r>
            <w:r>
              <w:rPr>
                <w:rFonts w:ascii="標楷體" w:eastAsia="標楷體" w:hAnsi="標楷體"/>
                <w:sz w:val="26"/>
                <w:szCs w:val="26"/>
              </w:rPr>
              <w:t>其他：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             </w:t>
            </w:r>
          </w:p>
        </w:tc>
      </w:tr>
      <w:tr w:rsidR="00DA6B5D" w14:paraId="20E432FC" w14:textId="77777777">
        <w:tblPrEx>
          <w:tblCellMar>
            <w:top w:w="0" w:type="dxa"/>
            <w:bottom w:w="0" w:type="dxa"/>
          </w:tblCellMar>
        </w:tblPrEx>
        <w:trPr>
          <w:cantSplit/>
          <w:trHeight w:val="75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38D64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440EF2" w14:textId="77777777" w:rsidR="00DA6B5D" w:rsidRDefault="000000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授課老師</w:t>
            </w:r>
          </w:p>
          <w:p w14:paraId="33FE16AF" w14:textId="77777777" w:rsidR="00DA6B5D" w:rsidRDefault="000000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    名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B8F6F7" w14:textId="77777777" w:rsidR="00DA6B5D" w:rsidRDefault="00DA6B5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E72ED6" w14:textId="77777777" w:rsidR="00DA6B5D" w:rsidRDefault="000000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申請人</w:t>
            </w:r>
          </w:p>
          <w:p w14:paraId="26FC77B3" w14:textId="77777777" w:rsidR="00DA6B5D" w:rsidRDefault="00000000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簽名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88CB18" w14:textId="77777777" w:rsidR="00DA6B5D" w:rsidRDefault="00DA6B5D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4953105F" w14:textId="1F8D9BCA" w:rsidR="0095586C" w:rsidRPr="0095586C" w:rsidRDefault="0095586C" w:rsidP="0095586C">
      <w:pPr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新細明體" w:hAnsi="新細明體"/>
          <w:sz w:val="20"/>
        </w:rPr>
        <w:t xml:space="preserve">ˍ ˍ ˍ  ˍ ˍ ˍˍ ˍ ˍ ˍ ˍ ˍ ˍ ˍ ˍ ˍ ˍ ˍ ˍ ˍ ˍ ˍ ˍ ˍ ˍ ˍ ˍ ˍ ˍ ˍ ˍ ˍ ˍ ˍ ˍ ˍ ˍ ˍ ˍ </w:t>
      </w:r>
    </w:p>
    <w:p w14:paraId="6D84AA29" w14:textId="103B2DA7" w:rsidR="00DA6B5D" w:rsidRDefault="00000000">
      <w:pPr>
        <w:jc w:val="both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t>申請教室規則:</w:t>
      </w:r>
    </w:p>
    <w:p w14:paraId="1580E514" w14:textId="4A1EED97" w:rsidR="00DA6B5D" w:rsidRDefault="00000000">
      <w:pPr>
        <w:numPr>
          <w:ilvl w:val="0"/>
          <w:numId w:val="1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本校教室以原</w:t>
      </w:r>
      <w:r w:rsidR="0095586C">
        <w:rPr>
          <w:rFonts w:ascii="標楷體" w:eastAsia="標楷體" w:hAnsi="標楷體" w:hint="eastAsia"/>
        </w:rPr>
        <w:t>上課</w:t>
      </w:r>
      <w:r>
        <w:rPr>
          <w:rFonts w:ascii="標楷體" w:eastAsia="標楷體" w:hAnsi="標楷體"/>
        </w:rPr>
        <w:t>之班級優先使用為原則；但非課表排定課程之時段，開放供其他班級申請使用。</w:t>
      </w:r>
    </w:p>
    <w:p w14:paraId="0CE0DF40" w14:textId="77777777" w:rsidR="00DA6B5D" w:rsidRDefault="00000000">
      <w:pPr>
        <w:numPr>
          <w:ilvl w:val="0"/>
          <w:numId w:val="1"/>
        </w:numPr>
      </w:pPr>
      <w:r>
        <w:rPr>
          <w:rFonts w:ascii="標楷體" w:eastAsia="標楷體" w:hAnsi="標楷體"/>
        </w:rPr>
        <w:t>本校教室原使用班級，因調（補）</w:t>
      </w:r>
      <w:proofErr w:type="gramStart"/>
      <w:r>
        <w:rPr>
          <w:rFonts w:ascii="標楷體" w:eastAsia="標楷體" w:hAnsi="標楷體"/>
        </w:rPr>
        <w:t>課需使用</w:t>
      </w:r>
      <w:proofErr w:type="gramEnd"/>
      <w:r>
        <w:rPr>
          <w:rFonts w:ascii="標楷體" w:eastAsia="標楷體" w:hAnsi="標楷體"/>
        </w:rPr>
        <w:t>該教室時，應依規定填具調（補）</w:t>
      </w:r>
      <w:proofErr w:type="gramStart"/>
      <w:r>
        <w:rPr>
          <w:rFonts w:ascii="標楷體" w:eastAsia="標楷體" w:hAnsi="標楷體"/>
        </w:rPr>
        <w:t>課單</w:t>
      </w:r>
      <w:proofErr w:type="gramEnd"/>
      <w:r>
        <w:rPr>
          <w:rFonts w:ascii="標楷體" w:eastAsia="標楷體" w:hAnsi="標楷體"/>
        </w:rPr>
        <w:t>，並於</w:t>
      </w:r>
      <w:r>
        <w:rPr>
          <w:rFonts w:ascii="標楷體" w:eastAsia="標楷體" w:hAnsi="標楷體"/>
          <w:b/>
          <w:u w:val="single"/>
        </w:rPr>
        <w:t>3天前</w:t>
      </w:r>
      <w:r>
        <w:rPr>
          <w:rFonts w:ascii="標楷體" w:eastAsia="標楷體" w:hAnsi="標楷體"/>
        </w:rPr>
        <w:t>送教務組(進修推廣組)備查保留；逾期不予受理與保留。</w:t>
      </w:r>
    </w:p>
    <w:p w14:paraId="29E14975" w14:textId="77777777" w:rsidR="00DA6B5D" w:rsidRDefault="00000000">
      <w:pPr>
        <w:numPr>
          <w:ilvl w:val="0"/>
          <w:numId w:val="1"/>
        </w:numPr>
      </w:pPr>
      <w:r>
        <w:rPr>
          <w:rFonts w:ascii="標楷體" w:eastAsia="標楷體" w:hAnsi="標楷體"/>
        </w:rPr>
        <w:t>因課外活動、社團等借用教室，應由社團幹部填具申請單，經指導教師簽名後，於上課日</w:t>
      </w:r>
      <w:r>
        <w:rPr>
          <w:rFonts w:ascii="標楷體" w:eastAsia="標楷體" w:hAnsi="標楷體"/>
          <w:b/>
          <w:u w:val="single"/>
        </w:rPr>
        <w:t>前3天</w:t>
      </w:r>
      <w:r>
        <w:rPr>
          <w:rFonts w:ascii="標楷體" w:eastAsia="標楷體" w:hAnsi="標楷體"/>
        </w:rPr>
        <w:t>內送教務組(進修推廣組)，依收案前後安排。</w:t>
      </w:r>
    </w:p>
    <w:p w14:paraId="42CBD19D" w14:textId="77777777" w:rsidR="00DA6B5D" w:rsidRDefault="00000000">
      <w:pPr>
        <w:numPr>
          <w:ilvl w:val="0"/>
          <w:numId w:val="1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經安排准予借用教室之班級，由視聽股長或社團幹部持證件與申請結果</w:t>
      </w:r>
      <w:proofErr w:type="gramStart"/>
      <w:r>
        <w:rPr>
          <w:rFonts w:ascii="標楷體" w:eastAsia="標楷體" w:hAnsi="標楷體"/>
        </w:rPr>
        <w:t>聯借還</w:t>
      </w:r>
      <w:proofErr w:type="gramEnd"/>
      <w:r>
        <w:rPr>
          <w:rFonts w:ascii="標楷體" w:eastAsia="標楷體" w:hAnsi="標楷體"/>
        </w:rPr>
        <w:t>教室鑰匙。</w:t>
      </w:r>
    </w:p>
    <w:p w14:paraId="20355226" w14:textId="77777777" w:rsidR="00DA6B5D" w:rsidRDefault="00000000">
      <w:pPr>
        <w:numPr>
          <w:ilvl w:val="0"/>
          <w:numId w:val="1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借用教室應保持教室清潔，不得污損、破壞教室內設備。如有蓄意或不當使用，致損壞公物者，依有關規定議處。</w:t>
      </w:r>
    </w:p>
    <w:p w14:paraId="389D34AD" w14:textId="77777777" w:rsidR="00DA6B5D" w:rsidRDefault="00000000">
      <w:pPr>
        <w:numPr>
          <w:ilvl w:val="0"/>
          <w:numId w:val="1"/>
        </w:numPr>
      </w:pPr>
      <w:r>
        <w:rPr>
          <w:rFonts w:ascii="標楷體" w:eastAsia="標楷體" w:hAnsi="標楷體"/>
        </w:rPr>
        <w:t>借用教室應按時歸還鑰匙，以利其他班級借用。(無故延後歸還者將予記錄，作為事後借用之參考)。</w:t>
      </w:r>
      <w:r>
        <w:rPr>
          <w:rFonts w:ascii="標楷體" w:eastAsia="標楷體" w:hAnsi="標楷體"/>
          <w:b/>
          <w:sz w:val="20"/>
        </w:rPr>
        <w:tab/>
      </w:r>
    </w:p>
    <w:p w14:paraId="07AC9C89" w14:textId="77777777" w:rsidR="00DA6B5D" w:rsidRDefault="00000000">
      <w:r>
        <w:rPr>
          <w:rFonts w:ascii="新細明體" w:hAnsi="新細明體"/>
          <w:sz w:val="20"/>
        </w:rPr>
        <w:t xml:space="preserve">             </w:t>
      </w:r>
      <w:r>
        <w:rPr>
          <w:rFonts w:ascii="標楷體" w:eastAsia="標楷體" w:hAnsi="標楷體"/>
          <w:b/>
          <w:iCs/>
        </w:rPr>
        <w:t>申請結果聯  ( 由教務組/進修推廣組填寫，</w:t>
      </w:r>
      <w:proofErr w:type="gramStart"/>
      <w:r>
        <w:rPr>
          <w:rFonts w:ascii="標楷體" w:eastAsia="標楷體" w:hAnsi="標楷體"/>
          <w:b/>
          <w:iCs/>
        </w:rPr>
        <w:t>憑此聯辦理</w:t>
      </w:r>
      <w:proofErr w:type="gramEnd"/>
      <w:r>
        <w:rPr>
          <w:rFonts w:ascii="標楷體" w:eastAsia="標楷體" w:hAnsi="標楷體"/>
          <w:b/>
          <w:iCs/>
        </w:rPr>
        <w:t>借用 )</w:t>
      </w:r>
    </w:p>
    <w:tbl>
      <w:tblPr>
        <w:tblW w:w="100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8"/>
        <w:gridCol w:w="1968"/>
        <w:gridCol w:w="1092"/>
        <w:gridCol w:w="2244"/>
        <w:gridCol w:w="1176"/>
        <w:gridCol w:w="2160"/>
      </w:tblGrid>
      <w:tr w:rsidR="00DA6B5D" w14:paraId="3E92E743" w14:textId="77777777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DF69D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</w:rPr>
              <w:t>班級/單位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A8A0A" w14:textId="77777777" w:rsidR="00DA6B5D" w:rsidRDefault="00DA6B5D">
            <w:pPr>
              <w:jc w:val="center"/>
              <w:rPr>
                <w:rFonts w:ascii="標楷體" w:eastAsia="標楷體" w:hAnsi="標楷體"/>
                <w:iCs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E883E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</w:rPr>
              <w:t>借用人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D609B" w14:textId="77777777" w:rsidR="00DA6B5D" w:rsidRDefault="00DA6B5D">
            <w:pPr>
              <w:jc w:val="center"/>
              <w:rPr>
                <w:rFonts w:ascii="標楷體" w:eastAsia="標楷體" w:hAnsi="標楷體"/>
                <w:iCs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E8FB" w14:textId="77777777" w:rsidR="00DA6B5D" w:rsidRDefault="00000000">
            <w:pPr>
              <w:jc w:val="center"/>
            </w:pPr>
            <w:r>
              <w:rPr>
                <w:rFonts w:ascii="標楷體" w:eastAsia="標楷體" w:hAnsi="標楷體"/>
              </w:rPr>
              <w:t>借用教室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E63F" w14:textId="77777777" w:rsidR="00DA6B5D" w:rsidRDefault="00DA6B5D">
            <w:pPr>
              <w:jc w:val="center"/>
              <w:rPr>
                <w:rFonts w:ascii="標楷體" w:eastAsia="標楷體" w:hAnsi="標楷體"/>
                <w:iCs/>
              </w:rPr>
            </w:pPr>
          </w:p>
        </w:tc>
      </w:tr>
      <w:tr w:rsidR="00DA6B5D" w14:paraId="217F8E92" w14:textId="77777777">
        <w:tblPrEx>
          <w:tblCellMar>
            <w:top w:w="0" w:type="dxa"/>
            <w:bottom w:w="0" w:type="dxa"/>
          </w:tblCellMar>
        </w:tblPrEx>
        <w:trPr>
          <w:trHeight w:val="956"/>
        </w:trPr>
        <w:tc>
          <w:tcPr>
            <w:tcW w:w="10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ED028" w14:textId="30222814" w:rsidR="00DA6B5D" w:rsidRDefault="00000000">
            <w:pPr>
              <w:spacing w:line="400" w:lineRule="exact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sz w:val="26"/>
                <w:szCs w:val="26"/>
              </w:rPr>
              <w:t>請於    月    日    時    分前至教務組</w:t>
            </w:r>
            <w:r w:rsidR="0095586C">
              <w:rPr>
                <w:rFonts w:ascii="標楷體" w:eastAsia="標楷體" w:hAnsi="標楷體"/>
              </w:rPr>
              <w:t>(進修推廣組)</w:t>
            </w:r>
            <w:r>
              <w:rPr>
                <w:rFonts w:ascii="標楷體" w:eastAsia="標楷體" w:hAnsi="標楷體"/>
                <w:sz w:val="26"/>
                <w:szCs w:val="26"/>
              </w:rPr>
              <w:t>登記申請，</w:t>
            </w:r>
          </w:p>
          <w:p w14:paraId="474447B4" w14:textId="22233459" w:rsidR="00DA6B5D" w:rsidRDefault="00000000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 w:val="26"/>
                <w:szCs w:val="26"/>
              </w:rPr>
              <w:t>並於    月    日 　 時　　分前至</w:t>
            </w:r>
            <w:r w:rsidR="0095586C">
              <w:rPr>
                <w:rFonts w:ascii="標楷體" w:eastAsia="標楷體" w:hAnsi="標楷體"/>
                <w:sz w:val="26"/>
                <w:szCs w:val="26"/>
              </w:rPr>
              <w:t>教務組</w:t>
            </w:r>
            <w:r w:rsidR="0095586C">
              <w:rPr>
                <w:rFonts w:ascii="標楷體" w:eastAsia="標楷體" w:hAnsi="標楷體"/>
              </w:rPr>
              <w:t>(進修推廣組)</w:t>
            </w:r>
            <w:r>
              <w:rPr>
                <w:rFonts w:ascii="標楷體" w:eastAsia="標楷體" w:hAnsi="標楷體"/>
                <w:sz w:val="26"/>
                <w:szCs w:val="26"/>
              </w:rPr>
              <w:t>辦理鑰匙借用與歸還。</w:t>
            </w:r>
          </w:p>
        </w:tc>
      </w:tr>
      <w:tr w:rsidR="0095586C" w14:paraId="2E9CF060" w14:textId="77777777" w:rsidTr="00A32345">
        <w:tblPrEx>
          <w:tblCellMar>
            <w:top w:w="0" w:type="dxa"/>
            <w:bottom w:w="0" w:type="dxa"/>
          </w:tblCellMar>
        </w:tblPrEx>
        <w:tc>
          <w:tcPr>
            <w:tcW w:w="100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A0D4F" w14:textId="77777777" w:rsidR="0095586C" w:rsidRDefault="0095586C" w:rsidP="0095586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 xml:space="preserve">※ </w:t>
            </w:r>
            <w:r>
              <w:rPr>
                <w:rFonts w:ascii="標楷體" w:eastAsia="標楷體" w:hAnsi="標楷體" w:hint="eastAsia"/>
              </w:rPr>
              <w:t>8:00~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:00請向教務組登記</w:t>
            </w:r>
            <w:r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/>
              </w:rPr>
              <w:t>借用</w:t>
            </w:r>
            <w:r>
              <w:rPr>
                <w:rFonts w:ascii="標楷體" w:eastAsia="標楷體" w:hAnsi="標楷體" w:hint="eastAsia"/>
              </w:rPr>
              <w:t>/歸還</w:t>
            </w:r>
            <w:r>
              <w:rPr>
                <w:rFonts w:ascii="標楷體" w:eastAsia="標楷體" w:hAnsi="標楷體"/>
              </w:rPr>
              <w:t>鑰匙；</w:t>
            </w:r>
          </w:p>
          <w:p w14:paraId="5F6D4340" w14:textId="77777777" w:rsidR="0095586C" w:rsidRPr="00631D38" w:rsidRDefault="0095586C" w:rsidP="0095586C">
            <w:pPr>
              <w:spacing w:line="40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13:00~17:00請向教務登記，進修推廣組</w:t>
            </w:r>
            <w:r>
              <w:rPr>
                <w:rFonts w:ascii="標楷體" w:eastAsia="標楷體" w:hAnsi="標楷體"/>
              </w:rPr>
              <w:t>借用</w:t>
            </w:r>
            <w:r>
              <w:rPr>
                <w:rFonts w:ascii="標楷體" w:eastAsia="標楷體" w:hAnsi="標楷體" w:hint="eastAsia"/>
              </w:rPr>
              <w:t>/歸還鑰匙；</w:t>
            </w:r>
          </w:p>
          <w:p w14:paraId="0861E50E" w14:textId="7DB9C6E3" w:rsidR="0095586C" w:rsidRDefault="0095586C" w:rsidP="0095586C">
            <w:pPr>
              <w:spacing w:line="400" w:lineRule="exact"/>
            </w:pPr>
            <w:r>
              <w:rPr>
                <w:rFonts w:ascii="標楷體" w:eastAsia="標楷體" w:hAnsi="標楷體"/>
              </w:rPr>
              <w:t xml:space="preserve">   17:00以後請向進修推廣組登記及借用</w:t>
            </w:r>
            <w:r>
              <w:rPr>
                <w:rFonts w:ascii="標楷體" w:eastAsia="標楷體" w:hAnsi="標楷體" w:hint="eastAsia"/>
              </w:rPr>
              <w:t>/歸還</w:t>
            </w:r>
            <w:r>
              <w:rPr>
                <w:rFonts w:ascii="標楷體" w:eastAsia="標楷體" w:hAnsi="標楷體"/>
              </w:rPr>
              <w:t>鑰匙。</w:t>
            </w:r>
          </w:p>
        </w:tc>
      </w:tr>
    </w:tbl>
    <w:p w14:paraId="55BE65BF" w14:textId="77777777" w:rsidR="00DA6B5D" w:rsidRDefault="00000000">
      <w:r>
        <w:rPr>
          <w:rFonts w:ascii="標楷體" w:eastAsia="標楷體" w:hAnsi="標楷體"/>
        </w:rPr>
        <w:t xml:space="preserve">                                                     經辦人:</w:t>
      </w:r>
    </w:p>
    <w:sectPr w:rsidR="00DA6B5D">
      <w:pgSz w:w="11906" w:h="16838"/>
      <w:pgMar w:top="567" w:right="851" w:bottom="567" w:left="1134" w:header="720" w:footer="720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B0A0D" w14:textId="77777777" w:rsidR="00497917" w:rsidRDefault="00497917">
      <w:r>
        <w:separator/>
      </w:r>
    </w:p>
  </w:endnote>
  <w:endnote w:type="continuationSeparator" w:id="0">
    <w:p w14:paraId="0B23AEDF" w14:textId="77777777" w:rsidR="00497917" w:rsidRDefault="0049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316E9" w14:textId="77777777" w:rsidR="00497917" w:rsidRDefault="00497917">
      <w:r>
        <w:rPr>
          <w:color w:val="000000"/>
        </w:rPr>
        <w:separator/>
      </w:r>
    </w:p>
  </w:footnote>
  <w:footnote w:type="continuationSeparator" w:id="0">
    <w:p w14:paraId="0F289F6E" w14:textId="77777777" w:rsidR="00497917" w:rsidRDefault="0049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B21080"/>
    <w:multiLevelType w:val="multilevel"/>
    <w:tmpl w:val="7D2A3DE2"/>
    <w:lvl w:ilvl="0">
      <w:start w:val="1"/>
      <w:numFmt w:val="taiwaneseCountingThousand"/>
      <w:lvlText w:val="%1、"/>
      <w:lvlJc w:val="left"/>
      <w:pPr>
        <w:ind w:left="720" w:hanging="72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705375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A6B5D"/>
    <w:rsid w:val="00497917"/>
    <w:rsid w:val="00631D38"/>
    <w:rsid w:val="0095586C"/>
    <w:rsid w:val="00DA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5B4C1"/>
  <w15:docId w15:val="{0BE540C9-FBAE-4E86-818B-C8D4D371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長庚技術學院第二教學大樓階梯教室借用申請表</dc:title>
  <dc:subject/>
  <dc:creator>cgit</dc:creator>
  <cp:lastModifiedBy>游嬋娟</cp:lastModifiedBy>
  <cp:revision>2</cp:revision>
  <cp:lastPrinted>2008-12-25T10:05:00Z</cp:lastPrinted>
  <dcterms:created xsi:type="dcterms:W3CDTF">2023-11-30T18:11:00Z</dcterms:created>
  <dcterms:modified xsi:type="dcterms:W3CDTF">2023-11-30T18:11:00Z</dcterms:modified>
</cp:coreProperties>
</file>