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1023"/>
        <w:gridCol w:w="1271"/>
        <w:gridCol w:w="1378"/>
        <w:gridCol w:w="1701"/>
        <w:gridCol w:w="1417"/>
        <w:gridCol w:w="1559"/>
      </w:tblGrid>
      <w:tr w:rsidR="00477A31" w:rsidRPr="00FA2D19" w14:paraId="3FCDB1ED" w14:textId="77777777" w:rsidTr="0023523B">
        <w:trPr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45B8F80" w14:textId="77777777" w:rsidR="00477A31" w:rsidRPr="00FA2D19" w:rsidRDefault="00477A31" w:rsidP="000A6826">
            <w:pPr>
              <w:ind w:leftChars="-50" w:left="-90" w:rightChars="-50" w:right="-90"/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/>
                <w:sz w:val="32"/>
                <w:szCs w:val="32"/>
              </w:rPr>
              <w:t>項次</w:t>
            </w:r>
          </w:p>
        </w:tc>
        <w:tc>
          <w:tcPr>
            <w:tcW w:w="1023" w:type="dxa"/>
            <w:vAlign w:val="center"/>
          </w:tcPr>
          <w:p w14:paraId="279D11BF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班級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4FBE839C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/>
                <w:sz w:val="32"/>
                <w:szCs w:val="32"/>
              </w:rPr>
              <w:t>學號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ACBCC7D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/>
                <w:sz w:val="32"/>
                <w:szCs w:val="32"/>
              </w:rPr>
              <w:t>姓名</w:t>
            </w:r>
          </w:p>
        </w:tc>
        <w:tc>
          <w:tcPr>
            <w:tcW w:w="1701" w:type="dxa"/>
            <w:vAlign w:val="center"/>
          </w:tcPr>
          <w:p w14:paraId="5770C8ED" w14:textId="77777777" w:rsidR="00477A31" w:rsidRPr="00FA2D19" w:rsidRDefault="00477A31" w:rsidP="00477A31">
            <w:pPr>
              <w:ind w:leftChars="-50" w:left="-90" w:rightChars="-50" w:right="-90"/>
              <w:jc w:val="center"/>
              <w:rPr>
                <w:rFonts w:eastAsia="標楷體" w:hint="eastAsia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課程名稱</w:t>
            </w:r>
          </w:p>
        </w:tc>
        <w:tc>
          <w:tcPr>
            <w:tcW w:w="1417" w:type="dxa"/>
            <w:vAlign w:val="center"/>
          </w:tcPr>
          <w:p w14:paraId="1CD90D0F" w14:textId="77777777" w:rsidR="00477A31" w:rsidRPr="00FA2D19" w:rsidRDefault="00477A31" w:rsidP="00477A31">
            <w:pPr>
              <w:ind w:leftChars="-50" w:left="-90" w:rightChars="-50" w:right="-90"/>
              <w:jc w:val="center"/>
              <w:rPr>
                <w:rFonts w:eastAsia="標楷體" w:hint="eastAsia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缺曠日期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D6AD93" w14:textId="77777777" w:rsidR="00477A31" w:rsidRPr="00FA2D19" w:rsidRDefault="00477A31" w:rsidP="00477A31">
            <w:pPr>
              <w:ind w:leftChars="-50" w:left="-90" w:rightChars="-50" w:right="-90"/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缺曠</w:t>
            </w:r>
            <w:r w:rsidRPr="00FA2D19">
              <w:rPr>
                <w:rFonts w:eastAsia="標楷體"/>
                <w:sz w:val="32"/>
                <w:szCs w:val="32"/>
              </w:rPr>
              <w:t>節次</w:t>
            </w:r>
          </w:p>
        </w:tc>
      </w:tr>
      <w:tr w:rsidR="00477A31" w:rsidRPr="00FA2D19" w14:paraId="54DD5199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12F9C8D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1</w:t>
            </w:r>
          </w:p>
        </w:tc>
        <w:tc>
          <w:tcPr>
            <w:tcW w:w="1023" w:type="dxa"/>
            <w:vAlign w:val="center"/>
          </w:tcPr>
          <w:p w14:paraId="2A95A3B1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49B5884E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543AEB5B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363E5C9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A734727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37D9C2E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0C5FD480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9903FF6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2</w:t>
            </w:r>
          </w:p>
        </w:tc>
        <w:tc>
          <w:tcPr>
            <w:tcW w:w="1023" w:type="dxa"/>
            <w:vAlign w:val="center"/>
          </w:tcPr>
          <w:p w14:paraId="3DF290FE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1DB124D6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2FDEE0F0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4681DB3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9480C94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177E94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0D0B704F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367F915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3</w:t>
            </w:r>
          </w:p>
        </w:tc>
        <w:tc>
          <w:tcPr>
            <w:tcW w:w="1023" w:type="dxa"/>
            <w:vAlign w:val="center"/>
          </w:tcPr>
          <w:p w14:paraId="56CB7883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56DB2A48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30F1ED31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C252CE5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9381A98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61050D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5FFB991B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AE03D1A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4</w:t>
            </w:r>
          </w:p>
        </w:tc>
        <w:tc>
          <w:tcPr>
            <w:tcW w:w="1023" w:type="dxa"/>
            <w:vAlign w:val="center"/>
          </w:tcPr>
          <w:p w14:paraId="5794BCFA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002294F2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49B8BE63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F6CB7D4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8D51C68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2AF73D5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6F6F98DE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22D7BC5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5</w:t>
            </w:r>
          </w:p>
        </w:tc>
        <w:tc>
          <w:tcPr>
            <w:tcW w:w="1023" w:type="dxa"/>
            <w:vAlign w:val="center"/>
          </w:tcPr>
          <w:p w14:paraId="35F2220A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25109B92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092D03E3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EFAD8C2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85A5449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6024C6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4F446C0E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7486DCB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6</w:t>
            </w:r>
          </w:p>
        </w:tc>
        <w:tc>
          <w:tcPr>
            <w:tcW w:w="1023" w:type="dxa"/>
            <w:vAlign w:val="center"/>
          </w:tcPr>
          <w:p w14:paraId="20A8C304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054E21C3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2171D6E3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74D79EA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24AC95E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A1C004D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64C176BC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EF22603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7</w:t>
            </w:r>
          </w:p>
        </w:tc>
        <w:tc>
          <w:tcPr>
            <w:tcW w:w="1023" w:type="dxa"/>
            <w:vAlign w:val="center"/>
          </w:tcPr>
          <w:p w14:paraId="7AA8FB28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3FB824F8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66F0641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C4F9C04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5212C54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4AE7B6A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70D0A3CE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CF4F36B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8</w:t>
            </w:r>
          </w:p>
        </w:tc>
        <w:tc>
          <w:tcPr>
            <w:tcW w:w="1023" w:type="dxa"/>
            <w:vAlign w:val="center"/>
          </w:tcPr>
          <w:p w14:paraId="0C2B4A02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73C2E532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6DFB164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EA5177B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E828E78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A061B1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56B89C3A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F29143E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9</w:t>
            </w:r>
          </w:p>
        </w:tc>
        <w:tc>
          <w:tcPr>
            <w:tcW w:w="1023" w:type="dxa"/>
            <w:vAlign w:val="center"/>
          </w:tcPr>
          <w:p w14:paraId="35FA527C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5F3B2F38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7C8F5ED1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3357236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46B45E0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648E6C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1C5B4B1A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34E327E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10</w:t>
            </w:r>
          </w:p>
        </w:tc>
        <w:tc>
          <w:tcPr>
            <w:tcW w:w="1023" w:type="dxa"/>
            <w:vAlign w:val="center"/>
          </w:tcPr>
          <w:p w14:paraId="69F3C1F2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47644745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6D0EF130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147B772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75577BD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4DF7A15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025F3DD8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55CE541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11</w:t>
            </w:r>
          </w:p>
        </w:tc>
        <w:tc>
          <w:tcPr>
            <w:tcW w:w="1023" w:type="dxa"/>
            <w:vAlign w:val="center"/>
          </w:tcPr>
          <w:p w14:paraId="07D3F364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692CF1B5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7C41974C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B564A0C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863AFE9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36059BB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69D2DEC3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AD431F5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12</w:t>
            </w:r>
          </w:p>
        </w:tc>
        <w:tc>
          <w:tcPr>
            <w:tcW w:w="1023" w:type="dxa"/>
            <w:vAlign w:val="center"/>
          </w:tcPr>
          <w:p w14:paraId="598D371B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1987F302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0F82524C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59BD46D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6311086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539D9F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34BC5BD6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9B8BE5F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13</w:t>
            </w:r>
          </w:p>
        </w:tc>
        <w:tc>
          <w:tcPr>
            <w:tcW w:w="1023" w:type="dxa"/>
            <w:vAlign w:val="center"/>
          </w:tcPr>
          <w:p w14:paraId="1F6C330E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14EF732F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41229669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6F106CB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79E92FB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797CFA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0FF553C2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91BF27D" w14:textId="77777777" w:rsidR="00477A31" w:rsidRPr="00FA2D19" w:rsidRDefault="00477A31" w:rsidP="000A6826">
            <w:pPr>
              <w:jc w:val="center"/>
              <w:rPr>
                <w:rFonts w:eastAsia="標楷體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14</w:t>
            </w:r>
          </w:p>
        </w:tc>
        <w:tc>
          <w:tcPr>
            <w:tcW w:w="1023" w:type="dxa"/>
            <w:vAlign w:val="center"/>
          </w:tcPr>
          <w:p w14:paraId="003285C6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2D42A0AC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701AB29C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B4307E0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5920A4B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EA1CAFF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1DA0AA0B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19AF904" w14:textId="77777777" w:rsidR="00477A31" w:rsidRPr="00FA2D19" w:rsidRDefault="00477A31" w:rsidP="000A6826">
            <w:pPr>
              <w:jc w:val="center"/>
              <w:rPr>
                <w:rFonts w:eastAsia="標楷體" w:hint="eastAsia"/>
                <w:sz w:val="32"/>
                <w:szCs w:val="32"/>
              </w:rPr>
            </w:pPr>
            <w:r w:rsidRPr="00FA2D19">
              <w:rPr>
                <w:rFonts w:eastAsia="標楷體" w:hint="eastAsia"/>
                <w:sz w:val="32"/>
                <w:szCs w:val="32"/>
              </w:rPr>
              <w:t>15</w:t>
            </w:r>
          </w:p>
        </w:tc>
        <w:tc>
          <w:tcPr>
            <w:tcW w:w="1023" w:type="dxa"/>
            <w:vAlign w:val="center"/>
          </w:tcPr>
          <w:p w14:paraId="414FE97E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31BD54DA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476CED03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8CD604F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9F496D5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74B44F0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5544DCC4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7A82F67" w14:textId="77777777" w:rsidR="00477A31" w:rsidRPr="00FA2D19" w:rsidRDefault="00477A31" w:rsidP="000B71A4">
            <w:pPr>
              <w:jc w:val="center"/>
              <w:rPr>
                <w:rFonts w:eastAsia="標楷體" w:hint="eastAsia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16</w:t>
            </w:r>
          </w:p>
        </w:tc>
        <w:tc>
          <w:tcPr>
            <w:tcW w:w="1023" w:type="dxa"/>
            <w:vAlign w:val="center"/>
          </w:tcPr>
          <w:p w14:paraId="4A2F603A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168B7ACC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7FF2A2E5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A6033A3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7A9C536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6FF9005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688511DA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DD639F2" w14:textId="77777777" w:rsidR="00477A31" w:rsidRPr="00FA2D19" w:rsidRDefault="00477A31" w:rsidP="000B71A4">
            <w:pPr>
              <w:jc w:val="center"/>
              <w:rPr>
                <w:rFonts w:eastAsia="標楷體" w:hint="eastAsia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17</w:t>
            </w:r>
          </w:p>
        </w:tc>
        <w:tc>
          <w:tcPr>
            <w:tcW w:w="1023" w:type="dxa"/>
            <w:vAlign w:val="center"/>
          </w:tcPr>
          <w:p w14:paraId="2E79E496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15432902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4C88F563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D3AB1A1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FBD3F17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A2A0169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09CA099E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40AC9F0" w14:textId="77777777" w:rsidR="00477A31" w:rsidRPr="00FA2D19" w:rsidRDefault="00477A31" w:rsidP="000B71A4">
            <w:pPr>
              <w:jc w:val="center"/>
              <w:rPr>
                <w:rFonts w:eastAsia="標楷體" w:hint="eastAsia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18</w:t>
            </w:r>
          </w:p>
        </w:tc>
        <w:tc>
          <w:tcPr>
            <w:tcW w:w="1023" w:type="dxa"/>
            <w:vAlign w:val="center"/>
          </w:tcPr>
          <w:p w14:paraId="3CF1CBB0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231FEE10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AFCAE76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ABDA5C1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88CC27F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B0E2C66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477A31" w:rsidRPr="00FA2D19" w14:paraId="1513CC11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6DFAD98" w14:textId="77777777" w:rsidR="00477A31" w:rsidRPr="00FA2D19" w:rsidRDefault="00477A31" w:rsidP="000B71A4">
            <w:pPr>
              <w:jc w:val="center"/>
              <w:rPr>
                <w:rFonts w:eastAsia="標楷體" w:hint="eastAsia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19</w:t>
            </w:r>
          </w:p>
        </w:tc>
        <w:tc>
          <w:tcPr>
            <w:tcW w:w="1023" w:type="dxa"/>
            <w:vAlign w:val="center"/>
          </w:tcPr>
          <w:p w14:paraId="6E1366B9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7958C47C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5D76BDDC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F5E81A8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7A0D09D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6FF4EB" w14:textId="77777777" w:rsidR="00477A31" w:rsidRPr="00FA2D19" w:rsidRDefault="00477A31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A4480A" w:rsidRPr="00FA2D19" w14:paraId="4F125D7C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38862D9" w14:textId="77777777" w:rsidR="00A4480A" w:rsidRDefault="00A4480A" w:rsidP="000B71A4">
            <w:pPr>
              <w:jc w:val="center"/>
              <w:rPr>
                <w:rFonts w:eastAsia="標楷體" w:hint="eastAsia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20</w:t>
            </w:r>
          </w:p>
        </w:tc>
        <w:tc>
          <w:tcPr>
            <w:tcW w:w="1023" w:type="dxa"/>
            <w:vAlign w:val="center"/>
          </w:tcPr>
          <w:p w14:paraId="1244DAED" w14:textId="77777777" w:rsidR="00A4480A" w:rsidRPr="00FA2D19" w:rsidRDefault="00A4480A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768F837F" w14:textId="77777777" w:rsidR="00A4480A" w:rsidRPr="00FA2D19" w:rsidRDefault="00A4480A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7AB49153" w14:textId="77777777" w:rsidR="00A4480A" w:rsidRPr="00FA2D19" w:rsidRDefault="00A4480A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C381675" w14:textId="77777777" w:rsidR="00A4480A" w:rsidRPr="00FA2D19" w:rsidRDefault="00A4480A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EC289B5" w14:textId="77777777" w:rsidR="00A4480A" w:rsidRPr="00FA2D19" w:rsidRDefault="00A4480A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8299A54" w14:textId="77777777" w:rsidR="00A4480A" w:rsidRPr="00FA2D19" w:rsidRDefault="00A4480A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195710" w:rsidRPr="00FA2D19" w14:paraId="32A40ECC" w14:textId="77777777" w:rsidTr="0023523B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E993724" w14:textId="77777777" w:rsidR="00195710" w:rsidRDefault="00195710" w:rsidP="000B71A4">
            <w:pPr>
              <w:jc w:val="center"/>
              <w:rPr>
                <w:rFonts w:eastAsia="標楷體" w:hint="eastAsia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21</w:t>
            </w:r>
          </w:p>
        </w:tc>
        <w:tc>
          <w:tcPr>
            <w:tcW w:w="1023" w:type="dxa"/>
            <w:vAlign w:val="center"/>
          </w:tcPr>
          <w:p w14:paraId="26E5126F" w14:textId="77777777" w:rsidR="00195710" w:rsidRPr="00FA2D19" w:rsidRDefault="00195710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3D00E233" w14:textId="77777777" w:rsidR="00195710" w:rsidRPr="00FA2D19" w:rsidRDefault="00195710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65F28901" w14:textId="77777777" w:rsidR="00195710" w:rsidRPr="00FA2D19" w:rsidRDefault="00195710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47EDA56" w14:textId="77777777" w:rsidR="00195710" w:rsidRPr="00FA2D19" w:rsidRDefault="00195710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18AC918" w14:textId="77777777" w:rsidR="00195710" w:rsidRPr="00FA2D19" w:rsidRDefault="00195710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516BDF" w14:textId="77777777" w:rsidR="00195710" w:rsidRPr="00FA2D19" w:rsidRDefault="00195710" w:rsidP="00477A31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</w:tbl>
    <w:p w14:paraId="5AD87835" w14:textId="77777777" w:rsidR="00FA2D19" w:rsidRPr="00FB38FE" w:rsidRDefault="00FA2D19" w:rsidP="00FA2D19">
      <w:pPr>
        <w:snapToGrid w:val="0"/>
        <w:spacing w:beforeLines="50" w:before="122"/>
        <w:jc w:val="center"/>
        <w:rPr>
          <w:rFonts w:eastAsia="標楷體" w:hint="eastAsia"/>
          <w:sz w:val="32"/>
          <w:szCs w:val="32"/>
          <w:u w:val="single"/>
        </w:rPr>
      </w:pPr>
      <w:r>
        <w:rPr>
          <w:rFonts w:eastAsia="標楷體" w:hint="eastAsia"/>
          <w:szCs w:val="24"/>
        </w:rPr>
        <w:t xml:space="preserve">       </w:t>
      </w:r>
      <w:r w:rsidRPr="00FB38FE">
        <w:rPr>
          <w:rFonts w:eastAsia="標楷體" w:hint="eastAsia"/>
          <w:sz w:val="32"/>
          <w:szCs w:val="32"/>
        </w:rPr>
        <w:t xml:space="preserve">          </w:t>
      </w:r>
      <w:r w:rsidRPr="00FB38FE">
        <w:rPr>
          <w:rFonts w:eastAsia="標楷體" w:hint="eastAsia"/>
          <w:sz w:val="32"/>
          <w:szCs w:val="32"/>
        </w:rPr>
        <w:t>教師簽名</w:t>
      </w:r>
      <w:r w:rsidRPr="00FB38FE">
        <w:rPr>
          <w:rFonts w:ascii="標楷體" w:eastAsia="標楷體" w:hAnsi="標楷體" w:hint="eastAsia"/>
          <w:sz w:val="32"/>
          <w:szCs w:val="32"/>
        </w:rPr>
        <w:t>：</w:t>
      </w:r>
      <w:r w:rsidRPr="00FB38FE">
        <w:rPr>
          <w:rFonts w:eastAsia="標楷體" w:hint="eastAsia"/>
          <w:sz w:val="32"/>
          <w:szCs w:val="32"/>
          <w:u w:val="single"/>
        </w:rPr>
        <w:t xml:space="preserve">               </w:t>
      </w:r>
    </w:p>
    <w:p w14:paraId="3D8869C3" w14:textId="77777777" w:rsidR="009C1112" w:rsidRPr="00FB38FE" w:rsidRDefault="009C1112" w:rsidP="00FA2D19">
      <w:pPr>
        <w:pStyle w:val="af3"/>
        <w:spacing w:line="0" w:lineRule="atLeast"/>
        <w:ind w:left="0"/>
        <w:rPr>
          <w:szCs w:val="32"/>
        </w:rPr>
      </w:pPr>
    </w:p>
    <w:sectPr w:rsidR="009C1112" w:rsidRPr="00FB38FE" w:rsidSect="00BA360E">
      <w:headerReference w:type="default" r:id="rId8"/>
      <w:footerReference w:type="even" r:id="rId9"/>
      <w:footerReference w:type="default" r:id="rId10"/>
      <w:pgSz w:w="11907" w:h="16840" w:code="9"/>
      <w:pgMar w:top="1418" w:right="1281" w:bottom="1418" w:left="1418" w:header="567" w:footer="992" w:gutter="0"/>
      <w:pgNumType w:fmt="taiwaneseCountingThousand"/>
      <w:cols w:space="425"/>
      <w:docGrid w:type="lines" w:linePitch="245" w:charSpace="-36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D9A7F" w14:textId="77777777" w:rsidR="00B906F3" w:rsidRDefault="00B906F3">
      <w:r>
        <w:separator/>
      </w:r>
    </w:p>
  </w:endnote>
  <w:endnote w:type="continuationSeparator" w:id="0">
    <w:p w14:paraId="1D865C5B" w14:textId="77777777" w:rsidR="00B906F3" w:rsidRDefault="00B9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1F30F" w14:textId="77777777" w:rsidR="001005A6" w:rsidRDefault="001005A6">
    <w:pPr>
      <w:pStyle w:val="afa"/>
      <w:framePr w:wrap="around" w:vAnchor="text" w:hAnchor="margin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  <w:rFonts w:hint="eastAsia"/>
        <w:noProof/>
      </w:rPr>
      <w:t>一</w:t>
    </w:r>
    <w:r>
      <w:rPr>
        <w:rStyle w:val="afb"/>
      </w:rPr>
      <w:fldChar w:fldCharType="end"/>
    </w:r>
  </w:p>
  <w:p w14:paraId="74A649E2" w14:textId="77777777" w:rsidR="001005A6" w:rsidRDefault="001005A6">
    <w:pPr>
      <w:pStyle w:val="af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51BBE" w14:textId="6E8AEB7A" w:rsidR="001005A6" w:rsidRDefault="001005A6">
    <w:pPr>
      <w:pStyle w:val="afa"/>
      <w:jc w:val="center"/>
    </w:pPr>
    <w:r>
      <w:rPr>
        <w:rFonts w:ascii="標楷體" w:eastAsia="標楷體" w:hAnsi="標楷體" w:hint="eastAsia"/>
        <w:sz w:val="24"/>
      </w:rPr>
      <w:t>第</w:t>
    </w:r>
    <w:r>
      <w:rPr>
        <w:rFonts w:ascii="標楷體" w:eastAsia="標楷體" w:hAnsi="標楷體"/>
        <w:sz w:val="24"/>
      </w:rPr>
      <w:fldChar w:fldCharType="begin"/>
    </w:r>
    <w:r>
      <w:rPr>
        <w:rFonts w:ascii="標楷體" w:eastAsia="標楷體" w:hAnsi="標楷體"/>
        <w:sz w:val="24"/>
      </w:rPr>
      <w:instrText xml:space="preserve"> PAGE </w:instrText>
    </w:r>
    <w:r>
      <w:rPr>
        <w:rFonts w:ascii="標楷體" w:eastAsia="標楷體" w:hAnsi="標楷體"/>
        <w:sz w:val="24"/>
      </w:rPr>
      <w:fldChar w:fldCharType="separate"/>
    </w:r>
    <w:r w:rsidR="00E91CB9">
      <w:rPr>
        <w:rFonts w:ascii="標楷體" w:eastAsia="標楷體" w:hAnsi="標楷體" w:hint="eastAsia"/>
        <w:noProof/>
        <w:sz w:val="24"/>
      </w:rPr>
      <w:t>一</w:t>
    </w:r>
    <w:r>
      <w:rPr>
        <w:rFonts w:ascii="標楷體" w:eastAsia="標楷體" w:hAnsi="標楷體"/>
        <w:sz w:val="24"/>
      </w:rPr>
      <w:fldChar w:fldCharType="end"/>
    </w:r>
    <w:r>
      <w:rPr>
        <w:rFonts w:ascii="標楷體" w:eastAsia="標楷體" w:hAnsi="標楷體" w:hint="eastAsia"/>
        <w:sz w:val="24"/>
      </w:rPr>
      <w:t>頁　共</w:t>
    </w:r>
    <w:r>
      <w:rPr>
        <w:rFonts w:ascii="標楷體" w:eastAsia="標楷體" w:hAnsi="標楷體"/>
        <w:sz w:val="24"/>
      </w:rPr>
      <w:fldChar w:fldCharType="begin"/>
    </w:r>
    <w:r>
      <w:rPr>
        <w:rFonts w:ascii="標楷體" w:eastAsia="標楷體" w:hAnsi="標楷體"/>
        <w:sz w:val="24"/>
      </w:rPr>
      <w:instrText xml:space="preserve"> SECTIONPAGES \* CHINESENUM3 \* MERGEFORMAT </w:instrText>
    </w:r>
    <w:r>
      <w:rPr>
        <w:rFonts w:ascii="標楷體" w:eastAsia="標楷體" w:hAnsi="標楷體"/>
        <w:sz w:val="24"/>
      </w:rPr>
      <w:fldChar w:fldCharType="separate"/>
    </w:r>
    <w:r w:rsidR="00B32CFC">
      <w:rPr>
        <w:rFonts w:ascii="標楷體" w:eastAsia="標楷體" w:hAnsi="標楷體"/>
        <w:noProof/>
        <w:sz w:val="24"/>
      </w:rPr>
      <w:t>一</w:t>
    </w:r>
    <w:r>
      <w:rPr>
        <w:rFonts w:ascii="標楷體" w:eastAsia="標楷體" w:hAnsi="標楷體"/>
        <w:sz w:val="24"/>
      </w:rPr>
      <w:fldChar w:fldCharType="end"/>
    </w:r>
    <w:r>
      <w:rPr>
        <w:rFonts w:ascii="標楷體" w:eastAsia="標楷體" w:hAnsi="標楷體" w:hint="eastAsia"/>
        <w:sz w:val="24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FB65A" w14:textId="77777777" w:rsidR="00B906F3" w:rsidRDefault="00B906F3">
      <w:r>
        <w:separator/>
      </w:r>
    </w:p>
  </w:footnote>
  <w:footnote w:type="continuationSeparator" w:id="0">
    <w:p w14:paraId="04D07319" w14:textId="77777777" w:rsidR="00B906F3" w:rsidRDefault="00B90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F0DB5" w14:textId="6E9F3709" w:rsidR="001005A6" w:rsidRDefault="00870EA8" w:rsidP="00870EA8">
    <w:pPr>
      <w:pStyle w:val="a4"/>
      <w:jc w:val="center"/>
    </w:pPr>
    <w:r w:rsidRPr="001763C7">
      <w:rPr>
        <w:rFonts w:ascii="標楷體" w:eastAsia="標楷體" w:hAnsi="標楷體" w:hint="eastAsia"/>
        <w:sz w:val="32"/>
        <w:szCs w:val="32"/>
      </w:rPr>
      <w:t>進修部學生</w:t>
    </w:r>
    <w:r w:rsidRPr="00656C26">
      <w:rPr>
        <w:rFonts w:eastAsia="標楷體"/>
        <w:sz w:val="32"/>
        <w:szCs w:val="32"/>
      </w:rPr>
      <w:t>缺曠課反應單</w:t>
    </w:r>
    <w:r w:rsidR="00B32CFC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419CB1" wp14:editId="1FADEE64">
              <wp:simplePos x="0" y="0"/>
              <wp:positionH relativeFrom="column">
                <wp:posOffset>-457835</wp:posOffset>
              </wp:positionH>
              <wp:positionV relativeFrom="paragraph">
                <wp:posOffset>2441575</wp:posOffset>
              </wp:positionV>
              <wp:extent cx="204470" cy="45116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4511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643460" w14:textId="77777777" w:rsidR="001005A6" w:rsidRDefault="001005A6">
                          <w:pPr>
                            <w:pStyle w:val="af5"/>
                            <w:jc w:val="distribute"/>
                            <w:rPr>
                              <w:rFonts w:ascii="Times New Roman"/>
                              <w:noProof w:val="0"/>
                              <w:color w:val="auto"/>
                            </w:rPr>
                          </w:pPr>
                          <w:r>
                            <w:rPr>
                              <w:rFonts w:hint="eastAsia"/>
                              <w:color w:val="auto"/>
                            </w:rPr>
                            <w:t>裝訂線</w:t>
                          </w: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419CB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6.05pt;margin-top:192.25pt;width:16.1pt;height:35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" o:allowincell="f" filled="f" stroked="f">
              <v:textbox style="layout-flow:vertical-ideographic" inset="0,0,0,0">
                <w:txbxContent>
                  <w:p w14:paraId="5F643460" w14:textId="77777777" w:rsidR="001005A6" w:rsidRDefault="001005A6">
                    <w:pPr>
                      <w:pStyle w:val="af5"/>
                      <w:jc w:val="distribute"/>
                      <w:rPr>
                        <w:rFonts w:ascii="Times New Roman"/>
                        <w:noProof w:val="0"/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裝訂線</w:t>
                    </w:r>
                  </w:p>
                </w:txbxContent>
              </v:textbox>
            </v:shape>
          </w:pict>
        </mc:Fallback>
      </mc:AlternateContent>
    </w:r>
    <w:r w:rsidR="00B32CFC"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0" allowOverlap="1" wp14:anchorId="0224F8AA" wp14:editId="5244A8E6">
              <wp:simplePos x="0" y="0"/>
              <wp:positionH relativeFrom="column">
                <wp:posOffset>-355600</wp:posOffset>
              </wp:positionH>
              <wp:positionV relativeFrom="paragraph">
                <wp:posOffset>370840</wp:posOffset>
              </wp:positionV>
              <wp:extent cx="19685" cy="864489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685" cy="864489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A19474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pt,29.2pt" to="-26.45pt,7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" o:allowincell="f">
              <v:stroke dashstyle="dash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9FB"/>
    <w:multiLevelType w:val="hybridMultilevel"/>
    <w:tmpl w:val="958ECE12"/>
    <w:lvl w:ilvl="0" w:tplc="C254B8FC">
      <w:start w:val="1"/>
      <w:numFmt w:val="taiwaneseCountingThousand"/>
      <w:lvlText w:val="(%1)、"/>
      <w:lvlJc w:val="left"/>
      <w:pPr>
        <w:ind w:left="16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20" w:hanging="480"/>
      </w:pPr>
    </w:lvl>
    <w:lvl w:ilvl="2" w:tplc="0409001B" w:tentative="1">
      <w:start w:val="1"/>
      <w:numFmt w:val="lowerRoman"/>
      <w:lvlText w:val="%3."/>
      <w:lvlJc w:val="right"/>
      <w:pPr>
        <w:ind w:left="2600" w:hanging="480"/>
      </w:pPr>
    </w:lvl>
    <w:lvl w:ilvl="3" w:tplc="0409000F" w:tentative="1">
      <w:start w:val="1"/>
      <w:numFmt w:val="decimal"/>
      <w:lvlText w:val="%4."/>
      <w:lvlJc w:val="left"/>
      <w:pPr>
        <w:ind w:left="3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60" w:hanging="480"/>
      </w:pPr>
    </w:lvl>
    <w:lvl w:ilvl="5" w:tplc="0409001B" w:tentative="1">
      <w:start w:val="1"/>
      <w:numFmt w:val="lowerRoman"/>
      <w:lvlText w:val="%6."/>
      <w:lvlJc w:val="right"/>
      <w:pPr>
        <w:ind w:left="4040" w:hanging="480"/>
      </w:pPr>
    </w:lvl>
    <w:lvl w:ilvl="6" w:tplc="0409000F" w:tentative="1">
      <w:start w:val="1"/>
      <w:numFmt w:val="decimal"/>
      <w:lvlText w:val="%7."/>
      <w:lvlJc w:val="left"/>
      <w:pPr>
        <w:ind w:left="4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00" w:hanging="480"/>
      </w:pPr>
    </w:lvl>
    <w:lvl w:ilvl="8" w:tplc="0409001B" w:tentative="1">
      <w:start w:val="1"/>
      <w:numFmt w:val="lowerRoman"/>
      <w:lvlText w:val="%9."/>
      <w:lvlJc w:val="right"/>
      <w:pPr>
        <w:ind w:left="5480" w:hanging="480"/>
      </w:pPr>
    </w:lvl>
  </w:abstractNum>
  <w:abstractNum w:abstractNumId="1" w15:restartNumberingAfterBreak="0">
    <w:nsid w:val="015956E5"/>
    <w:multiLevelType w:val="multilevel"/>
    <w:tmpl w:val="2F4830EE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960" w:hanging="720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200" w:hanging="48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1680" w:hanging="72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4DE7A03"/>
    <w:multiLevelType w:val="multilevel"/>
    <w:tmpl w:val="7E52B7A8"/>
    <w:lvl w:ilvl="0">
      <w:start w:val="1"/>
      <w:numFmt w:val="taiwaneseCountingThousand"/>
      <w:pStyle w:val="1"/>
      <w:suff w:val="nothing"/>
      <w:lvlText w:val="%1、"/>
      <w:lvlJc w:val="left"/>
      <w:pPr>
        <w:ind w:left="240" w:hanging="480"/>
      </w:pPr>
    </w:lvl>
    <w:lvl w:ilvl="1">
      <w:start w:val="1"/>
      <w:numFmt w:val="taiwaneseCountingThousand"/>
      <w:pStyle w:val="2"/>
      <w:suff w:val="nothing"/>
      <w:lvlText w:val="（%2）"/>
      <w:lvlJc w:val="left"/>
      <w:pPr>
        <w:ind w:left="720" w:hanging="720"/>
      </w:pPr>
    </w:lvl>
    <w:lvl w:ilvl="2">
      <w:start w:val="1"/>
      <w:numFmt w:val="decimalFullWidth"/>
      <w:pStyle w:val="3"/>
      <w:suff w:val="nothing"/>
      <w:lvlText w:val="%3、"/>
      <w:lvlJc w:val="left"/>
      <w:pPr>
        <w:ind w:left="960" w:hanging="480"/>
      </w:pPr>
    </w:lvl>
    <w:lvl w:ilvl="3">
      <w:start w:val="1"/>
      <w:numFmt w:val="decimalFullWidth"/>
      <w:pStyle w:val="4"/>
      <w:suff w:val="nothing"/>
      <w:lvlText w:val="（%4）"/>
      <w:lvlJc w:val="left"/>
      <w:pPr>
        <w:ind w:left="1440" w:hanging="72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B6000FA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C8321BF"/>
    <w:multiLevelType w:val="multilevel"/>
    <w:tmpl w:val="E4FEA222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960" w:hanging="720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200" w:hanging="48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1680" w:hanging="72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199518ED"/>
    <w:multiLevelType w:val="hybridMultilevel"/>
    <w:tmpl w:val="4FEA3EC0"/>
    <w:lvl w:ilvl="0" w:tplc="0409000F">
      <w:start w:val="1"/>
      <w:numFmt w:val="decimal"/>
      <w:lvlText w:val="%1."/>
      <w:lvlJc w:val="left"/>
      <w:pPr>
        <w:ind w:left="112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abstractNum w:abstractNumId="6" w15:restartNumberingAfterBreak="0">
    <w:nsid w:val="1AB97479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tabs>
          <w:tab w:val="num" w:pos="425"/>
        </w:tabs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tabs>
          <w:tab w:val="num" w:pos="992"/>
        </w:tabs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tabs>
          <w:tab w:val="num" w:pos="1418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7" w15:restartNumberingAfterBreak="0">
    <w:nsid w:val="1E6712FF"/>
    <w:multiLevelType w:val="multilevel"/>
    <w:tmpl w:val="239ED086"/>
    <w:lvl w:ilvl="0">
      <w:start w:val="1"/>
      <w:numFmt w:val="taiwaneseCountingThousand"/>
      <w:suff w:val="nothing"/>
      <w:lvlText w:val="%1、"/>
      <w:lvlJc w:val="left"/>
      <w:pPr>
        <w:ind w:left="1680" w:hanging="480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2160" w:hanging="720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2400" w:hanging="48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2880" w:hanging="72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20CD7FE9"/>
    <w:multiLevelType w:val="hybridMultilevel"/>
    <w:tmpl w:val="84565EFC"/>
    <w:lvl w:ilvl="0" w:tplc="F72E5BDA">
      <w:start w:val="1"/>
      <w:numFmt w:val="taiwaneseCountingThousand"/>
      <w:lvlText w:val="(%1)、"/>
      <w:lvlJc w:val="left"/>
      <w:pPr>
        <w:ind w:left="16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20" w:hanging="480"/>
      </w:pPr>
    </w:lvl>
    <w:lvl w:ilvl="2" w:tplc="0409001B" w:tentative="1">
      <w:start w:val="1"/>
      <w:numFmt w:val="lowerRoman"/>
      <w:lvlText w:val="%3."/>
      <w:lvlJc w:val="right"/>
      <w:pPr>
        <w:ind w:left="2600" w:hanging="480"/>
      </w:pPr>
    </w:lvl>
    <w:lvl w:ilvl="3" w:tplc="0409000F" w:tentative="1">
      <w:start w:val="1"/>
      <w:numFmt w:val="decimal"/>
      <w:lvlText w:val="%4."/>
      <w:lvlJc w:val="left"/>
      <w:pPr>
        <w:ind w:left="3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60" w:hanging="480"/>
      </w:pPr>
    </w:lvl>
    <w:lvl w:ilvl="5" w:tplc="0409001B" w:tentative="1">
      <w:start w:val="1"/>
      <w:numFmt w:val="lowerRoman"/>
      <w:lvlText w:val="%6."/>
      <w:lvlJc w:val="right"/>
      <w:pPr>
        <w:ind w:left="4040" w:hanging="480"/>
      </w:pPr>
    </w:lvl>
    <w:lvl w:ilvl="6" w:tplc="0409000F" w:tentative="1">
      <w:start w:val="1"/>
      <w:numFmt w:val="decimal"/>
      <w:lvlText w:val="%7."/>
      <w:lvlJc w:val="left"/>
      <w:pPr>
        <w:ind w:left="4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00" w:hanging="480"/>
      </w:pPr>
    </w:lvl>
    <w:lvl w:ilvl="8" w:tplc="0409001B" w:tentative="1">
      <w:start w:val="1"/>
      <w:numFmt w:val="lowerRoman"/>
      <w:lvlText w:val="%9."/>
      <w:lvlJc w:val="right"/>
      <w:pPr>
        <w:ind w:left="5480" w:hanging="480"/>
      </w:pPr>
    </w:lvl>
  </w:abstractNum>
  <w:abstractNum w:abstractNumId="9" w15:restartNumberingAfterBreak="0">
    <w:nsid w:val="211F5AE4"/>
    <w:multiLevelType w:val="multilevel"/>
    <w:tmpl w:val="6A9AF63E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960" w:hanging="720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200" w:hanging="48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1680" w:hanging="72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 w15:restartNumberingAfterBreak="0">
    <w:nsid w:val="277E5729"/>
    <w:multiLevelType w:val="multilevel"/>
    <w:tmpl w:val="6A9AF63E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960" w:hanging="720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200" w:hanging="48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1680" w:hanging="72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1" w15:restartNumberingAfterBreak="0">
    <w:nsid w:val="27B7599A"/>
    <w:multiLevelType w:val="multilevel"/>
    <w:tmpl w:val="CE78772A"/>
    <w:lvl w:ilvl="0">
      <w:start w:val="1"/>
      <w:numFmt w:val="taiwaneseCountingThousand"/>
      <w:suff w:val="nothing"/>
      <w:lvlText w:val="%1、"/>
      <w:lvlJc w:val="left"/>
      <w:pPr>
        <w:ind w:left="1680" w:hanging="480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2160" w:hanging="720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2400" w:hanging="48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2880" w:hanging="72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2C8B188E"/>
    <w:multiLevelType w:val="hybridMultilevel"/>
    <w:tmpl w:val="AF0E2A34"/>
    <w:lvl w:ilvl="0" w:tplc="1474F3DE">
      <w:start w:val="1"/>
      <w:numFmt w:val="decimal"/>
      <w:lvlText w:val="(%1)."/>
      <w:lvlJc w:val="left"/>
      <w:pPr>
        <w:ind w:left="160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13" w15:restartNumberingAfterBreak="0">
    <w:nsid w:val="300850CF"/>
    <w:multiLevelType w:val="multilevel"/>
    <w:tmpl w:val="E4FEA222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960" w:hanging="720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200" w:hanging="48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1680" w:hanging="72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35997661"/>
    <w:multiLevelType w:val="hybridMultilevel"/>
    <w:tmpl w:val="84565EFC"/>
    <w:lvl w:ilvl="0" w:tplc="F72E5BDA">
      <w:start w:val="1"/>
      <w:numFmt w:val="taiwaneseCountingThousand"/>
      <w:lvlText w:val="(%1)、"/>
      <w:lvlJc w:val="left"/>
      <w:pPr>
        <w:ind w:left="16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20" w:hanging="480"/>
      </w:pPr>
    </w:lvl>
    <w:lvl w:ilvl="2" w:tplc="0409001B" w:tentative="1">
      <w:start w:val="1"/>
      <w:numFmt w:val="lowerRoman"/>
      <w:lvlText w:val="%3."/>
      <w:lvlJc w:val="right"/>
      <w:pPr>
        <w:ind w:left="2600" w:hanging="480"/>
      </w:pPr>
    </w:lvl>
    <w:lvl w:ilvl="3" w:tplc="0409000F" w:tentative="1">
      <w:start w:val="1"/>
      <w:numFmt w:val="decimal"/>
      <w:lvlText w:val="%4."/>
      <w:lvlJc w:val="left"/>
      <w:pPr>
        <w:ind w:left="3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60" w:hanging="480"/>
      </w:pPr>
    </w:lvl>
    <w:lvl w:ilvl="5" w:tplc="0409001B" w:tentative="1">
      <w:start w:val="1"/>
      <w:numFmt w:val="lowerRoman"/>
      <w:lvlText w:val="%6."/>
      <w:lvlJc w:val="right"/>
      <w:pPr>
        <w:ind w:left="4040" w:hanging="480"/>
      </w:pPr>
    </w:lvl>
    <w:lvl w:ilvl="6" w:tplc="0409000F" w:tentative="1">
      <w:start w:val="1"/>
      <w:numFmt w:val="decimal"/>
      <w:lvlText w:val="%7."/>
      <w:lvlJc w:val="left"/>
      <w:pPr>
        <w:ind w:left="4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00" w:hanging="480"/>
      </w:pPr>
    </w:lvl>
    <w:lvl w:ilvl="8" w:tplc="0409001B" w:tentative="1">
      <w:start w:val="1"/>
      <w:numFmt w:val="lowerRoman"/>
      <w:lvlText w:val="%9."/>
      <w:lvlJc w:val="right"/>
      <w:pPr>
        <w:ind w:left="5480" w:hanging="480"/>
      </w:pPr>
    </w:lvl>
  </w:abstractNum>
  <w:abstractNum w:abstractNumId="15" w15:restartNumberingAfterBreak="0">
    <w:nsid w:val="389A2BB5"/>
    <w:multiLevelType w:val="hybridMultilevel"/>
    <w:tmpl w:val="0B4A847A"/>
    <w:lvl w:ilvl="0" w:tplc="F72E5BDA">
      <w:start w:val="1"/>
      <w:numFmt w:val="taiwaneseCountingThousand"/>
      <w:lvlText w:val="(%1)、"/>
      <w:lvlJc w:val="left"/>
      <w:pPr>
        <w:ind w:left="163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12" w:hanging="480"/>
      </w:pPr>
    </w:lvl>
    <w:lvl w:ilvl="2" w:tplc="0409001B" w:tentative="1">
      <w:start w:val="1"/>
      <w:numFmt w:val="lowerRoman"/>
      <w:lvlText w:val="%3."/>
      <w:lvlJc w:val="right"/>
      <w:pPr>
        <w:ind w:left="2592" w:hanging="480"/>
      </w:pPr>
    </w:lvl>
    <w:lvl w:ilvl="3" w:tplc="0409000F" w:tentative="1">
      <w:start w:val="1"/>
      <w:numFmt w:val="decimal"/>
      <w:lvlText w:val="%4."/>
      <w:lvlJc w:val="left"/>
      <w:pPr>
        <w:ind w:left="30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2" w:hanging="480"/>
      </w:pPr>
    </w:lvl>
    <w:lvl w:ilvl="5" w:tplc="0409001B" w:tentative="1">
      <w:start w:val="1"/>
      <w:numFmt w:val="lowerRoman"/>
      <w:lvlText w:val="%6."/>
      <w:lvlJc w:val="right"/>
      <w:pPr>
        <w:ind w:left="4032" w:hanging="480"/>
      </w:pPr>
    </w:lvl>
    <w:lvl w:ilvl="6" w:tplc="0409000F" w:tentative="1">
      <w:start w:val="1"/>
      <w:numFmt w:val="decimal"/>
      <w:lvlText w:val="%7."/>
      <w:lvlJc w:val="left"/>
      <w:pPr>
        <w:ind w:left="45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2" w:hanging="480"/>
      </w:pPr>
    </w:lvl>
    <w:lvl w:ilvl="8" w:tplc="0409001B" w:tentative="1">
      <w:start w:val="1"/>
      <w:numFmt w:val="lowerRoman"/>
      <w:lvlText w:val="%9."/>
      <w:lvlJc w:val="right"/>
      <w:pPr>
        <w:ind w:left="5472" w:hanging="480"/>
      </w:pPr>
    </w:lvl>
  </w:abstractNum>
  <w:abstractNum w:abstractNumId="16" w15:restartNumberingAfterBreak="0">
    <w:nsid w:val="3B782E08"/>
    <w:multiLevelType w:val="multilevel"/>
    <w:tmpl w:val="A6E63AD6"/>
    <w:lvl w:ilvl="0">
      <w:start w:val="1"/>
      <w:numFmt w:val="taiwaneseCountingThousand"/>
      <w:suff w:val="nothing"/>
      <w:lvlText w:val="%1、"/>
      <w:lvlJc w:val="left"/>
      <w:pPr>
        <w:ind w:left="3320" w:hanging="480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3800" w:hanging="720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4040" w:hanging="48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4520" w:hanging="72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43031259"/>
    <w:multiLevelType w:val="hybridMultilevel"/>
    <w:tmpl w:val="946A165A"/>
    <w:lvl w:ilvl="0" w:tplc="04090015">
      <w:start w:val="1"/>
      <w:numFmt w:val="taiwaneseCountingThousand"/>
      <w:lvlText w:val="%1、"/>
      <w:lvlJc w:val="left"/>
      <w:pPr>
        <w:ind w:left="11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40" w:hanging="480"/>
      </w:pPr>
    </w:lvl>
    <w:lvl w:ilvl="2" w:tplc="0409001B" w:tentative="1">
      <w:start w:val="1"/>
      <w:numFmt w:val="lowerRoman"/>
      <w:lvlText w:val="%3."/>
      <w:lvlJc w:val="right"/>
      <w:pPr>
        <w:ind w:left="2120" w:hanging="480"/>
      </w:pPr>
    </w:lvl>
    <w:lvl w:ilvl="3" w:tplc="0409000F" w:tentative="1">
      <w:start w:val="1"/>
      <w:numFmt w:val="decimal"/>
      <w:lvlText w:val="%4."/>
      <w:lvlJc w:val="left"/>
      <w:pPr>
        <w:ind w:left="2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0" w:hanging="480"/>
      </w:pPr>
    </w:lvl>
    <w:lvl w:ilvl="5" w:tplc="0409001B" w:tentative="1">
      <w:start w:val="1"/>
      <w:numFmt w:val="lowerRoman"/>
      <w:lvlText w:val="%6."/>
      <w:lvlJc w:val="right"/>
      <w:pPr>
        <w:ind w:left="3560" w:hanging="480"/>
      </w:pPr>
    </w:lvl>
    <w:lvl w:ilvl="6" w:tplc="0409000F" w:tentative="1">
      <w:start w:val="1"/>
      <w:numFmt w:val="decimal"/>
      <w:lvlText w:val="%7."/>
      <w:lvlJc w:val="left"/>
      <w:pPr>
        <w:ind w:left="4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0" w:hanging="480"/>
      </w:pPr>
    </w:lvl>
    <w:lvl w:ilvl="8" w:tplc="0409001B" w:tentative="1">
      <w:start w:val="1"/>
      <w:numFmt w:val="lowerRoman"/>
      <w:lvlText w:val="%9."/>
      <w:lvlJc w:val="right"/>
      <w:pPr>
        <w:ind w:left="5000" w:hanging="480"/>
      </w:pPr>
    </w:lvl>
  </w:abstractNum>
  <w:abstractNum w:abstractNumId="18" w15:restartNumberingAfterBreak="0">
    <w:nsid w:val="473D2938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tabs>
          <w:tab w:val="num" w:pos="425"/>
        </w:tabs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tabs>
          <w:tab w:val="num" w:pos="992"/>
        </w:tabs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tabs>
          <w:tab w:val="num" w:pos="1418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9" w15:restartNumberingAfterBreak="0">
    <w:nsid w:val="4A1F42FF"/>
    <w:multiLevelType w:val="multilevel"/>
    <w:tmpl w:val="7EF62EEC"/>
    <w:lvl w:ilvl="0">
      <w:start w:val="1"/>
      <w:numFmt w:val="taiwaneseCountingThousand"/>
      <w:suff w:val="nothing"/>
      <w:lvlText w:val="%1、"/>
      <w:lvlJc w:val="left"/>
      <w:pPr>
        <w:ind w:left="1440" w:hanging="480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1920" w:hanging="720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2160" w:hanging="48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2640" w:hanging="72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4ECE681E"/>
    <w:multiLevelType w:val="hybridMultilevel"/>
    <w:tmpl w:val="48A696D2"/>
    <w:lvl w:ilvl="0" w:tplc="C254B8FC">
      <w:start w:val="1"/>
      <w:numFmt w:val="taiwaneseCountingThousand"/>
      <w:lvlText w:val="(%1)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5A2F0E78"/>
    <w:multiLevelType w:val="hybridMultilevel"/>
    <w:tmpl w:val="04D6DA32"/>
    <w:lvl w:ilvl="0" w:tplc="66BEFEC6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AB521F7"/>
    <w:multiLevelType w:val="hybridMultilevel"/>
    <w:tmpl w:val="685AC5AA"/>
    <w:lvl w:ilvl="0" w:tplc="1474F3DE">
      <w:start w:val="1"/>
      <w:numFmt w:val="decimal"/>
      <w:lvlText w:val="(%1)."/>
      <w:lvlJc w:val="left"/>
      <w:pPr>
        <w:ind w:left="160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23" w15:restartNumberingAfterBreak="0">
    <w:nsid w:val="5C4B7E90"/>
    <w:multiLevelType w:val="multilevel"/>
    <w:tmpl w:val="55DC3648"/>
    <w:lvl w:ilvl="0">
      <w:start w:val="1"/>
      <w:numFmt w:val="taiwaneseCountingThousand"/>
      <w:suff w:val="nothing"/>
      <w:lvlText w:val="%1、"/>
      <w:lvlJc w:val="left"/>
      <w:pPr>
        <w:tabs>
          <w:tab w:val="num" w:pos="425"/>
        </w:tabs>
        <w:ind w:left="240" w:hanging="480"/>
      </w:pPr>
    </w:lvl>
    <w:lvl w:ilvl="1">
      <w:start w:val="1"/>
      <w:numFmt w:val="taiwaneseCountingThousand"/>
      <w:suff w:val="nothing"/>
      <w:lvlText w:val="（%2）"/>
      <w:lvlJc w:val="left"/>
      <w:pPr>
        <w:tabs>
          <w:tab w:val="num" w:pos="992"/>
        </w:tabs>
        <w:ind w:left="720" w:hanging="720"/>
      </w:pPr>
    </w:lvl>
    <w:lvl w:ilvl="2">
      <w:start w:val="1"/>
      <w:numFmt w:val="decimalFullWidth"/>
      <w:suff w:val="nothing"/>
      <w:lvlText w:val="%3、"/>
      <w:lvlJc w:val="left"/>
      <w:pPr>
        <w:tabs>
          <w:tab w:val="num" w:pos="1418"/>
        </w:tabs>
        <w:ind w:left="960" w:hanging="480"/>
      </w:pPr>
    </w:lvl>
    <w:lvl w:ilvl="3">
      <w:start w:val="1"/>
      <w:numFmt w:val="decimalFullWidth"/>
      <w:suff w:val="nothing"/>
      <w:lvlText w:val="（%4）"/>
      <w:lvlJc w:val="left"/>
      <w:pPr>
        <w:tabs>
          <w:tab w:val="num" w:pos="1984"/>
        </w:tabs>
        <w:ind w:left="1440" w:hanging="720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24" w15:restartNumberingAfterBreak="0">
    <w:nsid w:val="5F946BB9"/>
    <w:multiLevelType w:val="hybridMultilevel"/>
    <w:tmpl w:val="AE821C28"/>
    <w:lvl w:ilvl="0" w:tplc="04090015">
      <w:start w:val="1"/>
      <w:numFmt w:val="taiwaneseCountingThousand"/>
      <w:lvlText w:val="%1、"/>
      <w:lvlJc w:val="left"/>
      <w:pPr>
        <w:ind w:left="17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46" w:hanging="480"/>
      </w:pPr>
    </w:lvl>
    <w:lvl w:ilvl="2" w:tplc="0409001B" w:tentative="1">
      <w:start w:val="1"/>
      <w:numFmt w:val="lowerRoman"/>
      <w:lvlText w:val="%3."/>
      <w:lvlJc w:val="right"/>
      <w:pPr>
        <w:ind w:left="2726" w:hanging="480"/>
      </w:pPr>
    </w:lvl>
    <w:lvl w:ilvl="3" w:tplc="0409000F" w:tentative="1">
      <w:start w:val="1"/>
      <w:numFmt w:val="decimal"/>
      <w:lvlText w:val="%4."/>
      <w:lvlJc w:val="left"/>
      <w:pPr>
        <w:ind w:left="3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6" w:hanging="480"/>
      </w:pPr>
    </w:lvl>
    <w:lvl w:ilvl="5" w:tplc="0409001B" w:tentative="1">
      <w:start w:val="1"/>
      <w:numFmt w:val="lowerRoman"/>
      <w:lvlText w:val="%6."/>
      <w:lvlJc w:val="right"/>
      <w:pPr>
        <w:ind w:left="4166" w:hanging="480"/>
      </w:pPr>
    </w:lvl>
    <w:lvl w:ilvl="6" w:tplc="0409000F" w:tentative="1">
      <w:start w:val="1"/>
      <w:numFmt w:val="decimal"/>
      <w:lvlText w:val="%7."/>
      <w:lvlJc w:val="left"/>
      <w:pPr>
        <w:ind w:left="4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6" w:hanging="480"/>
      </w:pPr>
    </w:lvl>
    <w:lvl w:ilvl="8" w:tplc="0409001B" w:tentative="1">
      <w:start w:val="1"/>
      <w:numFmt w:val="lowerRoman"/>
      <w:lvlText w:val="%9."/>
      <w:lvlJc w:val="right"/>
      <w:pPr>
        <w:ind w:left="5606" w:hanging="480"/>
      </w:pPr>
    </w:lvl>
  </w:abstractNum>
  <w:abstractNum w:abstractNumId="25" w15:restartNumberingAfterBreak="0">
    <w:nsid w:val="64560ACE"/>
    <w:multiLevelType w:val="hybridMultilevel"/>
    <w:tmpl w:val="5A283C2E"/>
    <w:lvl w:ilvl="0" w:tplc="1474F3DE">
      <w:start w:val="1"/>
      <w:numFmt w:val="decimal"/>
      <w:lvlText w:val="(%1)."/>
      <w:lvlJc w:val="left"/>
      <w:pPr>
        <w:ind w:left="160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26" w15:restartNumberingAfterBreak="0">
    <w:nsid w:val="6D080A41"/>
    <w:multiLevelType w:val="hybridMultilevel"/>
    <w:tmpl w:val="E1C02188"/>
    <w:lvl w:ilvl="0" w:tplc="C254B8FC">
      <w:start w:val="1"/>
      <w:numFmt w:val="taiwaneseCountingThousand"/>
      <w:lvlText w:val="(%1)、"/>
      <w:lvlJc w:val="left"/>
      <w:pPr>
        <w:ind w:left="128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66" w:hanging="480"/>
      </w:pPr>
    </w:lvl>
    <w:lvl w:ilvl="2" w:tplc="0409001B" w:tentative="1">
      <w:start w:val="1"/>
      <w:numFmt w:val="lowerRoman"/>
      <w:lvlText w:val="%3."/>
      <w:lvlJc w:val="right"/>
      <w:pPr>
        <w:ind w:left="2246" w:hanging="480"/>
      </w:pPr>
    </w:lvl>
    <w:lvl w:ilvl="3" w:tplc="0409000F" w:tentative="1">
      <w:start w:val="1"/>
      <w:numFmt w:val="decimal"/>
      <w:lvlText w:val="%4."/>
      <w:lvlJc w:val="left"/>
      <w:pPr>
        <w:ind w:left="27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6" w:hanging="480"/>
      </w:pPr>
    </w:lvl>
    <w:lvl w:ilvl="5" w:tplc="0409001B" w:tentative="1">
      <w:start w:val="1"/>
      <w:numFmt w:val="lowerRoman"/>
      <w:lvlText w:val="%6."/>
      <w:lvlJc w:val="right"/>
      <w:pPr>
        <w:ind w:left="3686" w:hanging="480"/>
      </w:pPr>
    </w:lvl>
    <w:lvl w:ilvl="6" w:tplc="0409000F" w:tentative="1">
      <w:start w:val="1"/>
      <w:numFmt w:val="decimal"/>
      <w:lvlText w:val="%7."/>
      <w:lvlJc w:val="left"/>
      <w:pPr>
        <w:ind w:left="41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6" w:hanging="480"/>
      </w:pPr>
    </w:lvl>
    <w:lvl w:ilvl="8" w:tplc="0409001B" w:tentative="1">
      <w:start w:val="1"/>
      <w:numFmt w:val="lowerRoman"/>
      <w:lvlText w:val="%9."/>
      <w:lvlJc w:val="right"/>
      <w:pPr>
        <w:ind w:left="5126" w:hanging="480"/>
      </w:pPr>
    </w:lvl>
  </w:abstractNum>
  <w:abstractNum w:abstractNumId="27" w15:restartNumberingAfterBreak="0">
    <w:nsid w:val="6D274457"/>
    <w:multiLevelType w:val="hybridMultilevel"/>
    <w:tmpl w:val="AF0E2A34"/>
    <w:lvl w:ilvl="0" w:tplc="1474F3DE">
      <w:start w:val="1"/>
      <w:numFmt w:val="decimal"/>
      <w:lvlText w:val="(%1)."/>
      <w:lvlJc w:val="left"/>
      <w:pPr>
        <w:ind w:left="160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28" w15:restartNumberingAfterBreak="0">
    <w:nsid w:val="6E475C3A"/>
    <w:multiLevelType w:val="hybridMultilevel"/>
    <w:tmpl w:val="A9E08B3C"/>
    <w:lvl w:ilvl="0" w:tplc="C254B8FC">
      <w:start w:val="1"/>
      <w:numFmt w:val="taiwaneseCountingThousand"/>
      <w:lvlText w:val="(%1)、"/>
      <w:lvlJc w:val="left"/>
      <w:pPr>
        <w:ind w:left="176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46" w:hanging="480"/>
      </w:pPr>
    </w:lvl>
    <w:lvl w:ilvl="2" w:tplc="0409001B" w:tentative="1">
      <w:start w:val="1"/>
      <w:numFmt w:val="lowerRoman"/>
      <w:lvlText w:val="%3."/>
      <w:lvlJc w:val="right"/>
      <w:pPr>
        <w:ind w:left="2726" w:hanging="480"/>
      </w:pPr>
    </w:lvl>
    <w:lvl w:ilvl="3" w:tplc="0409000F" w:tentative="1">
      <w:start w:val="1"/>
      <w:numFmt w:val="decimal"/>
      <w:lvlText w:val="%4."/>
      <w:lvlJc w:val="left"/>
      <w:pPr>
        <w:ind w:left="3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6" w:hanging="480"/>
      </w:pPr>
    </w:lvl>
    <w:lvl w:ilvl="5" w:tplc="0409001B" w:tentative="1">
      <w:start w:val="1"/>
      <w:numFmt w:val="lowerRoman"/>
      <w:lvlText w:val="%6."/>
      <w:lvlJc w:val="right"/>
      <w:pPr>
        <w:ind w:left="4166" w:hanging="480"/>
      </w:pPr>
    </w:lvl>
    <w:lvl w:ilvl="6" w:tplc="0409000F" w:tentative="1">
      <w:start w:val="1"/>
      <w:numFmt w:val="decimal"/>
      <w:lvlText w:val="%7."/>
      <w:lvlJc w:val="left"/>
      <w:pPr>
        <w:ind w:left="4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6" w:hanging="480"/>
      </w:pPr>
    </w:lvl>
    <w:lvl w:ilvl="8" w:tplc="0409001B" w:tentative="1">
      <w:start w:val="1"/>
      <w:numFmt w:val="lowerRoman"/>
      <w:lvlText w:val="%9."/>
      <w:lvlJc w:val="right"/>
      <w:pPr>
        <w:ind w:left="5606" w:hanging="480"/>
      </w:pPr>
    </w:lvl>
  </w:abstractNum>
  <w:abstractNum w:abstractNumId="29" w15:restartNumberingAfterBreak="0">
    <w:nsid w:val="72020351"/>
    <w:multiLevelType w:val="hybridMultilevel"/>
    <w:tmpl w:val="7C180E58"/>
    <w:lvl w:ilvl="0" w:tplc="9A5C604A">
      <w:start w:val="1"/>
      <w:numFmt w:val="taiwaneseCountingThousand"/>
      <w:lvlText w:val="%1、"/>
      <w:lvlJc w:val="left"/>
      <w:pPr>
        <w:ind w:left="101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7" w:hanging="480"/>
      </w:pPr>
    </w:lvl>
    <w:lvl w:ilvl="2" w:tplc="0409001B" w:tentative="1">
      <w:start w:val="1"/>
      <w:numFmt w:val="lowerRoman"/>
      <w:lvlText w:val="%3."/>
      <w:lvlJc w:val="right"/>
      <w:pPr>
        <w:ind w:left="1737" w:hanging="480"/>
      </w:pPr>
    </w:lvl>
    <w:lvl w:ilvl="3" w:tplc="0409000F" w:tentative="1">
      <w:start w:val="1"/>
      <w:numFmt w:val="decimal"/>
      <w:lvlText w:val="%4."/>
      <w:lvlJc w:val="left"/>
      <w:pPr>
        <w:ind w:left="22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7" w:hanging="480"/>
      </w:pPr>
    </w:lvl>
    <w:lvl w:ilvl="5" w:tplc="0409001B" w:tentative="1">
      <w:start w:val="1"/>
      <w:numFmt w:val="lowerRoman"/>
      <w:lvlText w:val="%6."/>
      <w:lvlJc w:val="right"/>
      <w:pPr>
        <w:ind w:left="3177" w:hanging="480"/>
      </w:pPr>
    </w:lvl>
    <w:lvl w:ilvl="6" w:tplc="0409000F" w:tentative="1">
      <w:start w:val="1"/>
      <w:numFmt w:val="decimal"/>
      <w:lvlText w:val="%7."/>
      <w:lvlJc w:val="left"/>
      <w:pPr>
        <w:ind w:left="36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7" w:hanging="480"/>
      </w:pPr>
    </w:lvl>
    <w:lvl w:ilvl="8" w:tplc="0409001B" w:tentative="1">
      <w:start w:val="1"/>
      <w:numFmt w:val="lowerRoman"/>
      <w:lvlText w:val="%9."/>
      <w:lvlJc w:val="right"/>
      <w:pPr>
        <w:ind w:left="4617" w:hanging="480"/>
      </w:pPr>
    </w:lvl>
  </w:abstractNum>
  <w:abstractNum w:abstractNumId="30" w15:restartNumberingAfterBreak="0">
    <w:nsid w:val="774323F5"/>
    <w:multiLevelType w:val="singleLevel"/>
    <w:tmpl w:val="913A0928"/>
    <w:lvl w:ilvl="0">
      <w:start w:val="1"/>
      <w:numFmt w:val="taiwaneseCountingThousand"/>
      <w:lvlText w:val="%1、"/>
      <w:lvlJc w:val="left"/>
      <w:pPr>
        <w:tabs>
          <w:tab w:val="num" w:pos="1760"/>
        </w:tabs>
        <w:ind w:left="1760" w:hanging="1760"/>
      </w:pPr>
      <w:rPr>
        <w:rFonts w:hint="eastAsia"/>
      </w:rPr>
    </w:lvl>
  </w:abstractNum>
  <w:abstractNum w:abstractNumId="31" w15:restartNumberingAfterBreak="0">
    <w:nsid w:val="7EFE25D1"/>
    <w:multiLevelType w:val="multilevel"/>
    <w:tmpl w:val="2F4830EE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960" w:hanging="720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200" w:hanging="480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1680" w:hanging="72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30"/>
  </w:num>
  <w:num w:numId="2">
    <w:abstractNumId w:val="31"/>
  </w:num>
  <w:num w:numId="3">
    <w:abstractNumId w:val="1"/>
  </w:num>
  <w:num w:numId="4">
    <w:abstractNumId w:val="7"/>
  </w:num>
  <w:num w:numId="5">
    <w:abstractNumId w:val="16"/>
  </w:num>
  <w:num w:numId="6">
    <w:abstractNumId w:val="13"/>
  </w:num>
  <w:num w:numId="7">
    <w:abstractNumId w:val="4"/>
  </w:num>
  <w:num w:numId="8">
    <w:abstractNumId w:val="19"/>
  </w:num>
  <w:num w:numId="9">
    <w:abstractNumId w:val="11"/>
  </w:num>
  <w:num w:numId="10">
    <w:abstractNumId w:val="9"/>
  </w:num>
  <w:num w:numId="11">
    <w:abstractNumId w:val="10"/>
  </w:num>
  <w:num w:numId="12">
    <w:abstractNumId w:val="18"/>
  </w:num>
  <w:num w:numId="13">
    <w:abstractNumId w:val="6"/>
  </w:num>
  <w:num w:numId="14">
    <w:abstractNumId w:val="2"/>
  </w:num>
  <w:num w:numId="15">
    <w:abstractNumId w:val="3"/>
  </w:num>
  <w:num w:numId="16">
    <w:abstractNumId w:val="23"/>
  </w:num>
  <w:num w:numId="17">
    <w:abstractNumId w:val="21"/>
  </w:num>
  <w:num w:numId="18">
    <w:abstractNumId w:val="29"/>
  </w:num>
  <w:num w:numId="19">
    <w:abstractNumId w:val="5"/>
  </w:num>
  <w:num w:numId="20">
    <w:abstractNumId w:val="22"/>
  </w:num>
  <w:num w:numId="21">
    <w:abstractNumId w:val="12"/>
  </w:num>
  <w:num w:numId="22">
    <w:abstractNumId w:val="25"/>
  </w:num>
  <w:num w:numId="23">
    <w:abstractNumId w:val="27"/>
  </w:num>
  <w:num w:numId="24">
    <w:abstractNumId w:val="20"/>
  </w:num>
  <w:num w:numId="25">
    <w:abstractNumId w:val="26"/>
  </w:num>
  <w:num w:numId="26">
    <w:abstractNumId w:val="17"/>
  </w:num>
  <w:num w:numId="27">
    <w:abstractNumId w:val="28"/>
  </w:num>
  <w:num w:numId="28">
    <w:abstractNumId w:val="24"/>
  </w:num>
  <w:num w:numId="29">
    <w:abstractNumId w:val="0"/>
  </w:num>
  <w:num w:numId="30">
    <w:abstractNumId w:val="14"/>
  </w:num>
  <w:num w:numId="31">
    <w:abstractNumId w:val="1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"/>
  <w:drawingGridHorizontalSpacing w:val="161"/>
  <w:drawingGridVerticalSpacing w:val="24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413"/>
    <w:rsid w:val="00002A91"/>
    <w:rsid w:val="00003182"/>
    <w:rsid w:val="00004D7F"/>
    <w:rsid w:val="00007680"/>
    <w:rsid w:val="000338E1"/>
    <w:rsid w:val="00040D4B"/>
    <w:rsid w:val="00040D85"/>
    <w:rsid w:val="00052653"/>
    <w:rsid w:val="00053C2C"/>
    <w:rsid w:val="00055DC4"/>
    <w:rsid w:val="00060B7D"/>
    <w:rsid w:val="000641A7"/>
    <w:rsid w:val="00083CCC"/>
    <w:rsid w:val="000A6826"/>
    <w:rsid w:val="000A79FA"/>
    <w:rsid w:val="000B62EC"/>
    <w:rsid w:val="000B71A4"/>
    <w:rsid w:val="000C62C1"/>
    <w:rsid w:val="000D556D"/>
    <w:rsid w:val="000E27E5"/>
    <w:rsid w:val="000E5470"/>
    <w:rsid w:val="001005A6"/>
    <w:rsid w:val="00100F73"/>
    <w:rsid w:val="00101F83"/>
    <w:rsid w:val="00111ABB"/>
    <w:rsid w:val="00122C82"/>
    <w:rsid w:val="00123931"/>
    <w:rsid w:val="001262D2"/>
    <w:rsid w:val="001314B2"/>
    <w:rsid w:val="0013194F"/>
    <w:rsid w:val="00136645"/>
    <w:rsid w:val="00137A1B"/>
    <w:rsid w:val="00145E35"/>
    <w:rsid w:val="00152154"/>
    <w:rsid w:val="0015673B"/>
    <w:rsid w:val="00163644"/>
    <w:rsid w:val="001650AF"/>
    <w:rsid w:val="00175126"/>
    <w:rsid w:val="001763C7"/>
    <w:rsid w:val="0017747C"/>
    <w:rsid w:val="001816C0"/>
    <w:rsid w:val="00193588"/>
    <w:rsid w:val="00193A00"/>
    <w:rsid w:val="00195710"/>
    <w:rsid w:val="001A10DB"/>
    <w:rsid w:val="001A4DA9"/>
    <w:rsid w:val="001A5452"/>
    <w:rsid w:val="001A6AC0"/>
    <w:rsid w:val="001C0347"/>
    <w:rsid w:val="001C3A3B"/>
    <w:rsid w:val="001C5F7D"/>
    <w:rsid w:val="001E1F8D"/>
    <w:rsid w:val="001E6C8B"/>
    <w:rsid w:val="001F0737"/>
    <w:rsid w:val="001F0818"/>
    <w:rsid w:val="001F23F8"/>
    <w:rsid w:val="001F4016"/>
    <w:rsid w:val="00203B36"/>
    <w:rsid w:val="002054B8"/>
    <w:rsid w:val="002069A1"/>
    <w:rsid w:val="00212726"/>
    <w:rsid w:val="00217F5E"/>
    <w:rsid w:val="0022624F"/>
    <w:rsid w:val="00233897"/>
    <w:rsid w:val="0023523B"/>
    <w:rsid w:val="00235ABE"/>
    <w:rsid w:val="00236E7F"/>
    <w:rsid w:val="00254C52"/>
    <w:rsid w:val="002555B1"/>
    <w:rsid w:val="00256B57"/>
    <w:rsid w:val="00265935"/>
    <w:rsid w:val="00270EEE"/>
    <w:rsid w:val="00275745"/>
    <w:rsid w:val="00275BDE"/>
    <w:rsid w:val="002771F4"/>
    <w:rsid w:val="0029601D"/>
    <w:rsid w:val="002A6AEF"/>
    <w:rsid w:val="002B2F02"/>
    <w:rsid w:val="002B2F29"/>
    <w:rsid w:val="002B7234"/>
    <w:rsid w:val="002D2324"/>
    <w:rsid w:val="002D252A"/>
    <w:rsid w:val="002D2C3A"/>
    <w:rsid w:val="002E03D4"/>
    <w:rsid w:val="002E085D"/>
    <w:rsid w:val="002E2FF2"/>
    <w:rsid w:val="002E7741"/>
    <w:rsid w:val="002F00DE"/>
    <w:rsid w:val="002F1D8C"/>
    <w:rsid w:val="002F51AD"/>
    <w:rsid w:val="003079DA"/>
    <w:rsid w:val="00310772"/>
    <w:rsid w:val="00320CEE"/>
    <w:rsid w:val="00331121"/>
    <w:rsid w:val="003314F4"/>
    <w:rsid w:val="00331A51"/>
    <w:rsid w:val="00337AE1"/>
    <w:rsid w:val="003424D9"/>
    <w:rsid w:val="00343E2A"/>
    <w:rsid w:val="00350A91"/>
    <w:rsid w:val="00350CDB"/>
    <w:rsid w:val="00360198"/>
    <w:rsid w:val="0036573D"/>
    <w:rsid w:val="00365E90"/>
    <w:rsid w:val="00367704"/>
    <w:rsid w:val="00383955"/>
    <w:rsid w:val="00384CE0"/>
    <w:rsid w:val="00397589"/>
    <w:rsid w:val="003A4FFC"/>
    <w:rsid w:val="003A5A8A"/>
    <w:rsid w:val="003C04AB"/>
    <w:rsid w:val="003C3DDF"/>
    <w:rsid w:val="003C3EA1"/>
    <w:rsid w:val="003E5F21"/>
    <w:rsid w:val="003E6AE9"/>
    <w:rsid w:val="003F2211"/>
    <w:rsid w:val="003F72EC"/>
    <w:rsid w:val="00403169"/>
    <w:rsid w:val="00411A57"/>
    <w:rsid w:val="004151DD"/>
    <w:rsid w:val="00421C8A"/>
    <w:rsid w:val="00430EDF"/>
    <w:rsid w:val="00432755"/>
    <w:rsid w:val="00442689"/>
    <w:rsid w:val="00451CAF"/>
    <w:rsid w:val="004560CB"/>
    <w:rsid w:val="00477A31"/>
    <w:rsid w:val="00482D75"/>
    <w:rsid w:val="0048766E"/>
    <w:rsid w:val="00496E26"/>
    <w:rsid w:val="004A2A03"/>
    <w:rsid w:val="004A735A"/>
    <w:rsid w:val="004B322F"/>
    <w:rsid w:val="004B3252"/>
    <w:rsid w:val="004C0BFD"/>
    <w:rsid w:val="004F43B1"/>
    <w:rsid w:val="00507053"/>
    <w:rsid w:val="00516864"/>
    <w:rsid w:val="005274B5"/>
    <w:rsid w:val="00532516"/>
    <w:rsid w:val="00533C56"/>
    <w:rsid w:val="0054282C"/>
    <w:rsid w:val="00550815"/>
    <w:rsid w:val="00564E2D"/>
    <w:rsid w:val="0058302F"/>
    <w:rsid w:val="00596C14"/>
    <w:rsid w:val="005A13C4"/>
    <w:rsid w:val="005A5E00"/>
    <w:rsid w:val="005C1021"/>
    <w:rsid w:val="005C1904"/>
    <w:rsid w:val="005D4494"/>
    <w:rsid w:val="005D6902"/>
    <w:rsid w:val="005E39D6"/>
    <w:rsid w:val="005E603B"/>
    <w:rsid w:val="005E7655"/>
    <w:rsid w:val="00607557"/>
    <w:rsid w:val="006254C5"/>
    <w:rsid w:val="0062774A"/>
    <w:rsid w:val="00627DA6"/>
    <w:rsid w:val="00641924"/>
    <w:rsid w:val="00641FEF"/>
    <w:rsid w:val="00643DBC"/>
    <w:rsid w:val="00656C26"/>
    <w:rsid w:val="006622A0"/>
    <w:rsid w:val="00664BED"/>
    <w:rsid w:val="00670061"/>
    <w:rsid w:val="00674932"/>
    <w:rsid w:val="00681F07"/>
    <w:rsid w:val="00683CF3"/>
    <w:rsid w:val="00687207"/>
    <w:rsid w:val="00687B68"/>
    <w:rsid w:val="00691B7F"/>
    <w:rsid w:val="00697734"/>
    <w:rsid w:val="006A5B7F"/>
    <w:rsid w:val="006A7A10"/>
    <w:rsid w:val="006C35A1"/>
    <w:rsid w:val="006C45E1"/>
    <w:rsid w:val="006C4654"/>
    <w:rsid w:val="006C4744"/>
    <w:rsid w:val="006E0C6A"/>
    <w:rsid w:val="006F34EC"/>
    <w:rsid w:val="006F4EB4"/>
    <w:rsid w:val="00700461"/>
    <w:rsid w:val="00705C6D"/>
    <w:rsid w:val="00711E9D"/>
    <w:rsid w:val="00715AC5"/>
    <w:rsid w:val="00721940"/>
    <w:rsid w:val="00722FD8"/>
    <w:rsid w:val="007264B5"/>
    <w:rsid w:val="007343C5"/>
    <w:rsid w:val="00753A63"/>
    <w:rsid w:val="007558DF"/>
    <w:rsid w:val="007568A3"/>
    <w:rsid w:val="00763A46"/>
    <w:rsid w:val="00774D39"/>
    <w:rsid w:val="00780E31"/>
    <w:rsid w:val="007838EA"/>
    <w:rsid w:val="00783B1A"/>
    <w:rsid w:val="0078767B"/>
    <w:rsid w:val="007A465F"/>
    <w:rsid w:val="007B1E06"/>
    <w:rsid w:val="007B5D60"/>
    <w:rsid w:val="007C293C"/>
    <w:rsid w:val="007C2B32"/>
    <w:rsid w:val="007C3385"/>
    <w:rsid w:val="007C3809"/>
    <w:rsid w:val="007D01DA"/>
    <w:rsid w:val="007D5E57"/>
    <w:rsid w:val="007D7109"/>
    <w:rsid w:val="007D71BE"/>
    <w:rsid w:val="007E6025"/>
    <w:rsid w:val="007E6369"/>
    <w:rsid w:val="007F65CD"/>
    <w:rsid w:val="00804B07"/>
    <w:rsid w:val="008114FB"/>
    <w:rsid w:val="00811CE4"/>
    <w:rsid w:val="0082465F"/>
    <w:rsid w:val="00826E99"/>
    <w:rsid w:val="00836C29"/>
    <w:rsid w:val="008472F2"/>
    <w:rsid w:val="008506AE"/>
    <w:rsid w:val="00861245"/>
    <w:rsid w:val="00866FFF"/>
    <w:rsid w:val="00870EA8"/>
    <w:rsid w:val="00873F06"/>
    <w:rsid w:val="00882742"/>
    <w:rsid w:val="00883BC5"/>
    <w:rsid w:val="0088666C"/>
    <w:rsid w:val="008A12CE"/>
    <w:rsid w:val="008B37C0"/>
    <w:rsid w:val="008D2ADB"/>
    <w:rsid w:val="008D5FE3"/>
    <w:rsid w:val="008E1621"/>
    <w:rsid w:val="008E5E4E"/>
    <w:rsid w:val="0090348C"/>
    <w:rsid w:val="009037C2"/>
    <w:rsid w:val="00915289"/>
    <w:rsid w:val="00922089"/>
    <w:rsid w:val="009226E8"/>
    <w:rsid w:val="00951845"/>
    <w:rsid w:val="009537CF"/>
    <w:rsid w:val="00953A74"/>
    <w:rsid w:val="0095470C"/>
    <w:rsid w:val="00965FDD"/>
    <w:rsid w:val="00967DB3"/>
    <w:rsid w:val="009813B5"/>
    <w:rsid w:val="00987D85"/>
    <w:rsid w:val="009933C6"/>
    <w:rsid w:val="0099798E"/>
    <w:rsid w:val="00997AE7"/>
    <w:rsid w:val="009A0E37"/>
    <w:rsid w:val="009B64FF"/>
    <w:rsid w:val="009C1112"/>
    <w:rsid w:val="009D59C3"/>
    <w:rsid w:val="009D608A"/>
    <w:rsid w:val="009D6696"/>
    <w:rsid w:val="009D6EAB"/>
    <w:rsid w:val="009D73FF"/>
    <w:rsid w:val="009E2989"/>
    <w:rsid w:val="009E2BCC"/>
    <w:rsid w:val="009E6792"/>
    <w:rsid w:val="00A01FEA"/>
    <w:rsid w:val="00A2732D"/>
    <w:rsid w:val="00A31D57"/>
    <w:rsid w:val="00A32652"/>
    <w:rsid w:val="00A3414D"/>
    <w:rsid w:val="00A35CB8"/>
    <w:rsid w:val="00A4480A"/>
    <w:rsid w:val="00A513D1"/>
    <w:rsid w:val="00A5324A"/>
    <w:rsid w:val="00A724B8"/>
    <w:rsid w:val="00A873E8"/>
    <w:rsid w:val="00A906CC"/>
    <w:rsid w:val="00A94E84"/>
    <w:rsid w:val="00A96F32"/>
    <w:rsid w:val="00AA2733"/>
    <w:rsid w:val="00AA4627"/>
    <w:rsid w:val="00AB4A3B"/>
    <w:rsid w:val="00AB5DD4"/>
    <w:rsid w:val="00AC3CD4"/>
    <w:rsid w:val="00AE5ED5"/>
    <w:rsid w:val="00AF0518"/>
    <w:rsid w:val="00AF19BF"/>
    <w:rsid w:val="00AF1A5C"/>
    <w:rsid w:val="00AF4E4F"/>
    <w:rsid w:val="00AF61C4"/>
    <w:rsid w:val="00B0332D"/>
    <w:rsid w:val="00B10746"/>
    <w:rsid w:val="00B11B35"/>
    <w:rsid w:val="00B128E5"/>
    <w:rsid w:val="00B172D0"/>
    <w:rsid w:val="00B2364F"/>
    <w:rsid w:val="00B261E5"/>
    <w:rsid w:val="00B27FBE"/>
    <w:rsid w:val="00B27FF8"/>
    <w:rsid w:val="00B32CFC"/>
    <w:rsid w:val="00B374CB"/>
    <w:rsid w:val="00B44F3F"/>
    <w:rsid w:val="00B51413"/>
    <w:rsid w:val="00B51850"/>
    <w:rsid w:val="00B52E21"/>
    <w:rsid w:val="00B54AE3"/>
    <w:rsid w:val="00B647F5"/>
    <w:rsid w:val="00B906F3"/>
    <w:rsid w:val="00B91D84"/>
    <w:rsid w:val="00B942E7"/>
    <w:rsid w:val="00B95E66"/>
    <w:rsid w:val="00BA360E"/>
    <w:rsid w:val="00BA4AAC"/>
    <w:rsid w:val="00BB49D2"/>
    <w:rsid w:val="00BB7002"/>
    <w:rsid w:val="00BC3F7B"/>
    <w:rsid w:val="00BD19C3"/>
    <w:rsid w:val="00BE373A"/>
    <w:rsid w:val="00BE48BD"/>
    <w:rsid w:val="00BE6AE8"/>
    <w:rsid w:val="00BE728E"/>
    <w:rsid w:val="00C05CC2"/>
    <w:rsid w:val="00C112B8"/>
    <w:rsid w:val="00C1534C"/>
    <w:rsid w:val="00C21EF0"/>
    <w:rsid w:val="00C3587C"/>
    <w:rsid w:val="00C4463E"/>
    <w:rsid w:val="00C50D1D"/>
    <w:rsid w:val="00C5348D"/>
    <w:rsid w:val="00C64BA9"/>
    <w:rsid w:val="00C652A2"/>
    <w:rsid w:val="00C75861"/>
    <w:rsid w:val="00C811DD"/>
    <w:rsid w:val="00C85BFF"/>
    <w:rsid w:val="00CB2D43"/>
    <w:rsid w:val="00CB7C33"/>
    <w:rsid w:val="00CC3CD4"/>
    <w:rsid w:val="00CC6332"/>
    <w:rsid w:val="00CD2669"/>
    <w:rsid w:val="00CD3948"/>
    <w:rsid w:val="00CD3A60"/>
    <w:rsid w:val="00CD73D7"/>
    <w:rsid w:val="00CD763A"/>
    <w:rsid w:val="00CE3CAB"/>
    <w:rsid w:val="00CE5397"/>
    <w:rsid w:val="00D05047"/>
    <w:rsid w:val="00D1146F"/>
    <w:rsid w:val="00D11743"/>
    <w:rsid w:val="00D1175D"/>
    <w:rsid w:val="00D16C05"/>
    <w:rsid w:val="00D16FBD"/>
    <w:rsid w:val="00D3025A"/>
    <w:rsid w:val="00D35E73"/>
    <w:rsid w:val="00D43E3B"/>
    <w:rsid w:val="00D52FBD"/>
    <w:rsid w:val="00D61964"/>
    <w:rsid w:val="00D65E8C"/>
    <w:rsid w:val="00D67FE4"/>
    <w:rsid w:val="00D91E49"/>
    <w:rsid w:val="00D92B62"/>
    <w:rsid w:val="00DB01C1"/>
    <w:rsid w:val="00DC6251"/>
    <w:rsid w:val="00DD11C5"/>
    <w:rsid w:val="00DD2CB0"/>
    <w:rsid w:val="00DD7652"/>
    <w:rsid w:val="00DF797B"/>
    <w:rsid w:val="00DF7DDC"/>
    <w:rsid w:val="00E00DC3"/>
    <w:rsid w:val="00E11840"/>
    <w:rsid w:val="00E130A0"/>
    <w:rsid w:val="00E1581F"/>
    <w:rsid w:val="00E17AE6"/>
    <w:rsid w:val="00E211B2"/>
    <w:rsid w:val="00E46503"/>
    <w:rsid w:val="00E50865"/>
    <w:rsid w:val="00E52731"/>
    <w:rsid w:val="00E542E9"/>
    <w:rsid w:val="00E57BD0"/>
    <w:rsid w:val="00E72927"/>
    <w:rsid w:val="00E73DC4"/>
    <w:rsid w:val="00E76130"/>
    <w:rsid w:val="00E83C17"/>
    <w:rsid w:val="00E87E38"/>
    <w:rsid w:val="00E91CB9"/>
    <w:rsid w:val="00E92376"/>
    <w:rsid w:val="00E95281"/>
    <w:rsid w:val="00E9617F"/>
    <w:rsid w:val="00E96CD2"/>
    <w:rsid w:val="00EA5DFB"/>
    <w:rsid w:val="00EB23EA"/>
    <w:rsid w:val="00EB4D78"/>
    <w:rsid w:val="00EB73ED"/>
    <w:rsid w:val="00EC1808"/>
    <w:rsid w:val="00EC3179"/>
    <w:rsid w:val="00EC6C3E"/>
    <w:rsid w:val="00ED17A2"/>
    <w:rsid w:val="00ED471E"/>
    <w:rsid w:val="00EE34ED"/>
    <w:rsid w:val="00EE4E72"/>
    <w:rsid w:val="00F02641"/>
    <w:rsid w:val="00F055C7"/>
    <w:rsid w:val="00F0789A"/>
    <w:rsid w:val="00F129AB"/>
    <w:rsid w:val="00F20538"/>
    <w:rsid w:val="00F23732"/>
    <w:rsid w:val="00F25815"/>
    <w:rsid w:val="00F444D7"/>
    <w:rsid w:val="00F45EDC"/>
    <w:rsid w:val="00F474A0"/>
    <w:rsid w:val="00F571CB"/>
    <w:rsid w:val="00F61072"/>
    <w:rsid w:val="00F71BAB"/>
    <w:rsid w:val="00F83EF3"/>
    <w:rsid w:val="00F92D37"/>
    <w:rsid w:val="00F95F85"/>
    <w:rsid w:val="00FA1FDB"/>
    <w:rsid w:val="00FA2D19"/>
    <w:rsid w:val="00FA38F3"/>
    <w:rsid w:val="00FA43C7"/>
    <w:rsid w:val="00FA5757"/>
    <w:rsid w:val="00FB1456"/>
    <w:rsid w:val="00FB173A"/>
    <w:rsid w:val="00FB38FE"/>
    <w:rsid w:val="00FC5621"/>
    <w:rsid w:val="00FC7CDC"/>
    <w:rsid w:val="00FD0C31"/>
    <w:rsid w:val="00FD14ED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9FAB18"/>
  <w15:chartTrackingRefBased/>
  <w15:docId w15:val="{B47E2B25-651F-4631-9879-E5DA9637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6C8B"/>
    <w:pPr>
      <w:widowControl w:val="0"/>
    </w:pPr>
    <w:rPr>
      <w:kern w:val="2"/>
      <w:sz w:val="18"/>
    </w:rPr>
  </w:style>
  <w:style w:type="paragraph" w:styleId="1">
    <w:name w:val="heading 1"/>
    <w:basedOn w:val="a"/>
    <w:next w:val="a"/>
    <w:qFormat/>
    <w:pPr>
      <w:keepNext/>
      <w:numPr>
        <w:numId w:val="14"/>
      </w:numPr>
      <w:spacing w:before="180" w:after="180" w:line="720" w:lineRule="auto"/>
      <w:outlineLvl w:val="0"/>
    </w:pPr>
    <w:rPr>
      <w:rFonts w:ascii="Arial" w:hAnsi="Arial"/>
      <w:b/>
      <w:kern w:val="52"/>
      <w:sz w:val="52"/>
    </w:rPr>
  </w:style>
  <w:style w:type="paragraph" w:styleId="2">
    <w:name w:val="heading 2"/>
    <w:basedOn w:val="a"/>
    <w:next w:val="a0"/>
    <w:qFormat/>
    <w:pPr>
      <w:keepNext/>
      <w:numPr>
        <w:ilvl w:val="1"/>
        <w:numId w:val="14"/>
      </w:numPr>
      <w:spacing w:line="720" w:lineRule="auto"/>
      <w:outlineLvl w:val="1"/>
    </w:pPr>
    <w:rPr>
      <w:rFonts w:ascii="Arial" w:hAnsi="Arial"/>
      <w:b/>
      <w:sz w:val="48"/>
    </w:rPr>
  </w:style>
  <w:style w:type="paragraph" w:styleId="3">
    <w:name w:val="heading 3"/>
    <w:basedOn w:val="a"/>
    <w:next w:val="a0"/>
    <w:qFormat/>
    <w:pPr>
      <w:keepNext/>
      <w:numPr>
        <w:ilvl w:val="2"/>
        <w:numId w:val="14"/>
      </w:numPr>
      <w:spacing w:line="720" w:lineRule="auto"/>
      <w:outlineLvl w:val="2"/>
    </w:pPr>
    <w:rPr>
      <w:rFonts w:ascii="Arial" w:hAnsi="Arial"/>
      <w:b/>
      <w:sz w:val="36"/>
    </w:rPr>
  </w:style>
  <w:style w:type="paragraph" w:styleId="4">
    <w:name w:val="heading 4"/>
    <w:basedOn w:val="a"/>
    <w:next w:val="a0"/>
    <w:qFormat/>
    <w:pPr>
      <w:keepNext/>
      <w:numPr>
        <w:ilvl w:val="3"/>
        <w:numId w:val="14"/>
      </w:numPr>
      <w:spacing w:line="720" w:lineRule="auto"/>
      <w:outlineLvl w:val="3"/>
    </w:pPr>
    <w:rPr>
      <w:rFonts w:ascii="Arial" w:hAnsi="Arial"/>
      <w:sz w:val="36"/>
    </w:rPr>
  </w:style>
  <w:style w:type="paragraph" w:styleId="5">
    <w:name w:val="heading 5"/>
    <w:basedOn w:val="a"/>
    <w:next w:val="a0"/>
    <w:qFormat/>
    <w:pPr>
      <w:keepNext/>
      <w:numPr>
        <w:ilvl w:val="4"/>
        <w:numId w:val="14"/>
      </w:numPr>
      <w:spacing w:line="720" w:lineRule="auto"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0"/>
    <w:qFormat/>
    <w:pPr>
      <w:keepNext/>
      <w:numPr>
        <w:ilvl w:val="5"/>
        <w:numId w:val="14"/>
      </w:numPr>
      <w:spacing w:line="720" w:lineRule="auto"/>
      <w:outlineLvl w:val="5"/>
    </w:pPr>
    <w:rPr>
      <w:rFonts w:ascii="Arial" w:hAnsi="Arial"/>
      <w:sz w:val="36"/>
    </w:rPr>
  </w:style>
  <w:style w:type="paragraph" w:styleId="7">
    <w:name w:val="heading 7"/>
    <w:basedOn w:val="a"/>
    <w:next w:val="a0"/>
    <w:qFormat/>
    <w:pPr>
      <w:keepNext/>
      <w:numPr>
        <w:ilvl w:val="6"/>
        <w:numId w:val="14"/>
      </w:numPr>
      <w:spacing w:line="720" w:lineRule="auto"/>
      <w:outlineLvl w:val="6"/>
    </w:pPr>
    <w:rPr>
      <w:rFonts w:ascii="Arial" w:hAnsi="Arial"/>
      <w:b/>
      <w:sz w:val="36"/>
    </w:rPr>
  </w:style>
  <w:style w:type="paragraph" w:styleId="8">
    <w:name w:val="heading 8"/>
    <w:basedOn w:val="a"/>
    <w:next w:val="a0"/>
    <w:qFormat/>
    <w:pPr>
      <w:keepNext/>
      <w:numPr>
        <w:ilvl w:val="7"/>
        <w:numId w:val="14"/>
      </w:numPr>
      <w:spacing w:line="720" w:lineRule="auto"/>
      <w:outlineLvl w:val="7"/>
    </w:pPr>
    <w:rPr>
      <w:rFonts w:ascii="Arial" w:hAnsi="Arial"/>
      <w:sz w:val="36"/>
    </w:rPr>
  </w:style>
  <w:style w:type="paragraph" w:styleId="9">
    <w:name w:val="heading 9"/>
    <w:basedOn w:val="a"/>
    <w:next w:val="a0"/>
    <w:qFormat/>
    <w:pPr>
      <w:keepNext/>
      <w:numPr>
        <w:ilvl w:val="8"/>
        <w:numId w:val="14"/>
      </w:numPr>
      <w:spacing w:line="720" w:lineRule="auto"/>
      <w:outlineLvl w:val="8"/>
    </w:pPr>
    <w:rPr>
      <w:rFonts w:ascii="Arial" w:hAnsi="Arial"/>
      <w:sz w:val="36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a5">
    <w:name w:val="公文(全銜)"/>
    <w:autoRedefine/>
    <w:pPr>
      <w:widowControl w:val="0"/>
      <w:spacing w:line="0" w:lineRule="atLeast"/>
      <w:textAlignment w:val="center"/>
    </w:pPr>
    <w:rPr>
      <w:rFonts w:eastAsia="標楷體"/>
      <w:noProof/>
      <w:kern w:val="2"/>
      <w:sz w:val="40"/>
    </w:rPr>
  </w:style>
  <w:style w:type="paragraph" w:customStyle="1" w:styleId="a6">
    <w:name w:val="公文(共用樣式)"/>
    <w:pPr>
      <w:widowControl w:val="0"/>
      <w:spacing w:line="0" w:lineRule="atLeast"/>
    </w:pPr>
    <w:rPr>
      <w:rFonts w:eastAsia="標楷體"/>
      <w:noProof/>
      <w:kern w:val="2"/>
      <w:sz w:val="24"/>
    </w:rPr>
  </w:style>
  <w:style w:type="paragraph" w:customStyle="1" w:styleId="a7">
    <w:name w:val="公文(速別)"/>
    <w:basedOn w:val="a6"/>
  </w:style>
  <w:style w:type="paragraph" w:customStyle="1" w:styleId="a8">
    <w:name w:val="公文(密等)"/>
    <w:basedOn w:val="a6"/>
  </w:style>
  <w:style w:type="paragraph" w:customStyle="1" w:styleId="a9">
    <w:name w:val="公文(發文日期)"/>
    <w:basedOn w:val="a6"/>
    <w:next w:val="aa"/>
  </w:style>
  <w:style w:type="paragraph" w:customStyle="1" w:styleId="ab">
    <w:name w:val="公文(發文字號)"/>
    <w:basedOn w:val="a6"/>
    <w:next w:val="aa"/>
  </w:style>
  <w:style w:type="paragraph" w:customStyle="1" w:styleId="ac">
    <w:name w:val="公文(附件)"/>
    <w:basedOn w:val="a6"/>
    <w:next w:val="ad"/>
  </w:style>
  <w:style w:type="paragraph" w:customStyle="1" w:styleId="ae">
    <w:name w:val="公文(地址)"/>
    <w:basedOn w:val="a6"/>
    <w:pPr>
      <w:tabs>
        <w:tab w:val="left" w:pos="9639"/>
        <w:tab w:val="left" w:pos="10773"/>
      </w:tabs>
      <w:ind w:right="-851"/>
    </w:pPr>
    <w:rPr>
      <w:sz w:val="20"/>
    </w:rPr>
  </w:style>
  <w:style w:type="paragraph" w:customStyle="1" w:styleId="af">
    <w:name w:val="公文(正本)"/>
    <w:basedOn w:val="a6"/>
    <w:next w:val="ad"/>
    <w:pPr>
      <w:ind w:left="720" w:hanging="720"/>
    </w:pPr>
  </w:style>
  <w:style w:type="paragraph" w:customStyle="1" w:styleId="af0">
    <w:name w:val="公文(副本)"/>
    <w:basedOn w:val="a6"/>
    <w:next w:val="ad"/>
    <w:pPr>
      <w:ind w:left="720" w:hanging="720"/>
    </w:pPr>
  </w:style>
  <w:style w:type="paragraph" w:customStyle="1" w:styleId="af1">
    <w:name w:val="公文(受文者)"/>
    <w:basedOn w:val="a6"/>
    <w:next w:val="af2"/>
    <w:autoRedefine/>
    <w:pPr>
      <w:spacing w:after="200"/>
    </w:pPr>
    <w:rPr>
      <w:sz w:val="32"/>
    </w:rPr>
  </w:style>
  <w:style w:type="paragraph" w:customStyle="1" w:styleId="af3">
    <w:name w:val="公文(主旨)"/>
    <w:basedOn w:val="a6"/>
    <w:next w:val="af4"/>
    <w:pPr>
      <w:spacing w:line="500" w:lineRule="exact"/>
      <w:ind w:left="958" w:hanging="958"/>
    </w:pPr>
    <w:rPr>
      <w:sz w:val="32"/>
    </w:rPr>
  </w:style>
  <w:style w:type="paragraph" w:customStyle="1" w:styleId="af5">
    <w:name w:val="公文(裝訂線)"/>
    <w:basedOn w:val="a"/>
    <w:pPr>
      <w:widowControl/>
      <w:adjustRightInd w:val="0"/>
      <w:snapToGrid w:val="0"/>
      <w:spacing w:line="240" w:lineRule="atLeast"/>
      <w:textAlignment w:val="baseline"/>
    </w:pPr>
    <w:rPr>
      <w:rFonts w:ascii="新細明體"/>
      <w:noProof/>
      <w:color w:val="FF0000"/>
      <w:kern w:val="0"/>
    </w:rPr>
  </w:style>
  <w:style w:type="paragraph" w:customStyle="1" w:styleId="af6">
    <w:name w:val="公文(會辦單位)"/>
    <w:basedOn w:val="af7"/>
    <w:pPr>
      <w:ind w:left="2835"/>
    </w:pPr>
  </w:style>
  <w:style w:type="paragraph" w:customStyle="1" w:styleId="af8">
    <w:name w:val="公文(敬陳)"/>
    <w:basedOn w:val="a6"/>
    <w:pPr>
      <w:ind w:left="1701"/>
    </w:pPr>
    <w:rPr>
      <w:sz w:val="32"/>
    </w:rPr>
  </w:style>
  <w:style w:type="paragraph" w:customStyle="1" w:styleId="af9">
    <w:name w:val="公文(主管)"/>
    <w:basedOn w:val="a6"/>
    <w:pPr>
      <w:tabs>
        <w:tab w:val="left" w:pos="1701"/>
      </w:tabs>
    </w:pPr>
    <w:rPr>
      <w:sz w:val="40"/>
    </w:rPr>
  </w:style>
  <w:style w:type="paragraph" w:styleId="afa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fb">
    <w:name w:val="page number"/>
    <w:basedOn w:val="a1"/>
  </w:style>
  <w:style w:type="paragraph" w:styleId="a0">
    <w:name w:val="Normal Indent"/>
    <w:basedOn w:val="a"/>
    <w:pPr>
      <w:ind w:left="480"/>
    </w:pPr>
  </w:style>
  <w:style w:type="paragraph" w:customStyle="1" w:styleId="afc">
    <w:name w:val="公文(頁碼)"/>
    <w:basedOn w:val="a6"/>
    <w:rPr>
      <w:color w:val="FF0000"/>
      <w:sz w:val="28"/>
    </w:rPr>
  </w:style>
  <w:style w:type="paragraph" w:customStyle="1" w:styleId="afd">
    <w:name w:val="公文(聯絡人)"/>
    <w:basedOn w:val="a6"/>
    <w:next w:val="afe"/>
    <w:pPr>
      <w:spacing w:line="320" w:lineRule="exact"/>
      <w:ind w:left="8278"/>
    </w:pPr>
    <w:rPr>
      <w:sz w:val="28"/>
    </w:rPr>
  </w:style>
  <w:style w:type="paragraph" w:customStyle="1" w:styleId="aff">
    <w:name w:val="公文(開會事由)"/>
    <w:basedOn w:val="a6"/>
    <w:next w:val="aff0"/>
    <w:pPr>
      <w:ind w:left="1600" w:hanging="1600"/>
    </w:pPr>
    <w:rPr>
      <w:sz w:val="28"/>
    </w:rPr>
  </w:style>
  <w:style w:type="paragraph" w:customStyle="1" w:styleId="aff1">
    <w:name w:val="公文(開會時間)"/>
    <w:basedOn w:val="a6"/>
    <w:next w:val="aff0"/>
    <w:pPr>
      <w:ind w:left="1758" w:hanging="1758"/>
    </w:pPr>
    <w:rPr>
      <w:sz w:val="32"/>
    </w:rPr>
  </w:style>
  <w:style w:type="paragraph" w:customStyle="1" w:styleId="aff2">
    <w:name w:val="公文(開會地點)"/>
    <w:basedOn w:val="a6"/>
    <w:next w:val="aff0"/>
    <w:pPr>
      <w:ind w:left="1758" w:hanging="1758"/>
    </w:pPr>
    <w:rPr>
      <w:sz w:val="32"/>
    </w:rPr>
  </w:style>
  <w:style w:type="paragraph" w:customStyle="1" w:styleId="aff3">
    <w:name w:val="公文(主持人)"/>
    <w:basedOn w:val="a6"/>
    <w:next w:val="aff4"/>
    <w:pPr>
      <w:ind w:left="1120" w:hanging="1120"/>
    </w:pPr>
    <w:rPr>
      <w:sz w:val="28"/>
    </w:rPr>
  </w:style>
  <w:style w:type="paragraph" w:customStyle="1" w:styleId="aff5">
    <w:name w:val="公文(出席者)"/>
    <w:basedOn w:val="a6"/>
    <w:next w:val="aff4"/>
    <w:pPr>
      <w:ind w:left="1440" w:hanging="1440"/>
    </w:pPr>
    <w:rPr>
      <w:sz w:val="32"/>
    </w:rPr>
  </w:style>
  <w:style w:type="paragraph" w:customStyle="1" w:styleId="aff6">
    <w:name w:val="公文(列席者)"/>
    <w:basedOn w:val="a6"/>
    <w:next w:val="aff4"/>
    <w:pPr>
      <w:ind w:left="1440" w:hanging="1440"/>
    </w:pPr>
    <w:rPr>
      <w:sz w:val="32"/>
    </w:rPr>
  </w:style>
  <w:style w:type="paragraph" w:customStyle="1" w:styleId="aff7">
    <w:name w:val="公文(備註)"/>
    <w:basedOn w:val="a6"/>
    <w:next w:val="ad"/>
    <w:pPr>
      <w:ind w:left="840" w:hanging="840"/>
    </w:pPr>
  </w:style>
  <w:style w:type="paragraph" w:customStyle="1" w:styleId="af4">
    <w:name w:val="公文(後續段落_主旨)"/>
    <w:basedOn w:val="a6"/>
    <w:pPr>
      <w:ind w:left="958"/>
    </w:pPr>
    <w:rPr>
      <w:sz w:val="32"/>
    </w:rPr>
  </w:style>
  <w:style w:type="paragraph" w:customStyle="1" w:styleId="aff0">
    <w:name w:val="公文(後續段落_開會事由)"/>
    <w:basedOn w:val="a6"/>
    <w:pPr>
      <w:ind w:left="1758"/>
    </w:pPr>
    <w:rPr>
      <w:sz w:val="32"/>
    </w:rPr>
  </w:style>
  <w:style w:type="paragraph" w:customStyle="1" w:styleId="af2">
    <w:name w:val="公文(後續段落_受文者)"/>
    <w:basedOn w:val="a6"/>
    <w:pPr>
      <w:ind w:left="1440"/>
    </w:pPr>
    <w:rPr>
      <w:sz w:val="32"/>
    </w:rPr>
  </w:style>
  <w:style w:type="paragraph" w:customStyle="1" w:styleId="ad">
    <w:name w:val="公文(後續段落_副本)"/>
    <w:basedOn w:val="a6"/>
    <w:pPr>
      <w:ind w:left="840"/>
    </w:pPr>
  </w:style>
  <w:style w:type="paragraph" w:customStyle="1" w:styleId="aff4">
    <w:name w:val="公文(後續段落_主持人)"/>
    <w:basedOn w:val="a6"/>
    <w:pPr>
      <w:ind w:left="1440"/>
    </w:pPr>
    <w:rPr>
      <w:sz w:val="32"/>
    </w:rPr>
  </w:style>
  <w:style w:type="paragraph" w:customStyle="1" w:styleId="aa">
    <w:name w:val="公文(後續段落_發文日期)"/>
    <w:basedOn w:val="a6"/>
    <w:pPr>
      <w:ind w:left="1320"/>
    </w:pPr>
  </w:style>
  <w:style w:type="paragraph" w:styleId="aff8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/>
      <w:kern w:val="2"/>
      <w:sz w:val="24"/>
    </w:rPr>
  </w:style>
  <w:style w:type="paragraph" w:customStyle="1" w:styleId="aff9">
    <w:name w:val="公文(首長)"/>
    <w:basedOn w:val="a6"/>
    <w:pPr>
      <w:tabs>
        <w:tab w:val="left" w:pos="7088"/>
      </w:tabs>
      <w:ind w:left="1440" w:hanging="1440"/>
    </w:pPr>
    <w:rPr>
      <w:sz w:val="32"/>
    </w:rPr>
  </w:style>
  <w:style w:type="paragraph" w:customStyle="1" w:styleId="affa">
    <w:name w:val="公文(傳真)"/>
    <w:basedOn w:val="a6"/>
    <w:pPr>
      <w:tabs>
        <w:tab w:val="left" w:pos="10773"/>
      </w:tabs>
    </w:pPr>
    <w:rPr>
      <w:sz w:val="20"/>
    </w:rPr>
  </w:style>
  <w:style w:type="paragraph" w:customStyle="1" w:styleId="afe">
    <w:name w:val="公文(後續段落_聯絡人)"/>
    <w:basedOn w:val="a6"/>
    <w:pPr>
      <w:spacing w:line="320" w:lineRule="exact"/>
      <w:ind w:left="10376"/>
    </w:pPr>
    <w:rPr>
      <w:sz w:val="28"/>
    </w:rPr>
  </w:style>
  <w:style w:type="paragraph" w:customStyle="1" w:styleId="affb">
    <w:name w:val="公文(草擬人)"/>
    <w:basedOn w:val="a6"/>
    <w:pPr>
      <w:ind w:right="1134"/>
      <w:jc w:val="right"/>
    </w:pPr>
    <w:rPr>
      <w:sz w:val="32"/>
    </w:rPr>
  </w:style>
  <w:style w:type="paragraph" w:customStyle="1" w:styleId="affc">
    <w:name w:val="公文(檔號)"/>
    <w:basedOn w:val="a6"/>
    <w:rPr>
      <w:color w:val="FF0000"/>
    </w:rPr>
  </w:style>
  <w:style w:type="paragraph" w:customStyle="1" w:styleId="affd">
    <w:name w:val="公文(承辦單位)"/>
    <w:basedOn w:val="a6"/>
    <w:pPr>
      <w:snapToGrid w:val="0"/>
      <w:jc w:val="right"/>
    </w:pPr>
    <w:rPr>
      <w:sz w:val="20"/>
    </w:rPr>
  </w:style>
  <w:style w:type="paragraph" w:customStyle="1" w:styleId="affe">
    <w:name w:val="公文(敬會)"/>
    <w:basedOn w:val="a6"/>
    <w:next w:val="afff"/>
    <w:pPr>
      <w:adjustRightInd w:val="0"/>
      <w:snapToGrid w:val="0"/>
      <w:ind w:left="2835"/>
    </w:pPr>
    <w:rPr>
      <w:sz w:val="32"/>
    </w:rPr>
  </w:style>
  <w:style w:type="paragraph" w:customStyle="1" w:styleId="afff">
    <w:name w:val="公文(後續段落_敬會)"/>
    <w:basedOn w:val="a6"/>
    <w:pPr>
      <w:adjustRightInd w:val="0"/>
      <w:snapToGrid w:val="0"/>
      <w:ind w:left="720"/>
    </w:pPr>
    <w:rPr>
      <w:noProof w:val="0"/>
    </w:rPr>
  </w:style>
  <w:style w:type="paragraph" w:customStyle="1" w:styleId="af7">
    <w:name w:val="公文(空白行)"/>
    <w:basedOn w:val="a6"/>
  </w:style>
  <w:style w:type="paragraph" w:customStyle="1" w:styleId="afff0">
    <w:name w:val="公文(說明事項)"/>
    <w:basedOn w:val="af3"/>
    <w:pPr>
      <w:ind w:hanging="640"/>
    </w:pPr>
  </w:style>
  <w:style w:type="paragraph" w:customStyle="1" w:styleId="afff1">
    <w:name w:val="公文(判行)"/>
    <w:basedOn w:val="a6"/>
    <w:pPr>
      <w:jc w:val="distribute"/>
    </w:pPr>
    <w:rPr>
      <w:sz w:val="28"/>
    </w:rPr>
  </w:style>
  <w:style w:type="table" w:styleId="afff2">
    <w:name w:val="Table Grid"/>
    <w:basedOn w:val="a2"/>
    <w:rsid w:val="009C111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3">
    <w:name w:val="Balloon Text"/>
    <w:basedOn w:val="a"/>
    <w:semiHidden/>
    <w:rsid w:val="00CE5397"/>
    <w:rPr>
      <w:rFonts w:ascii="Arial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8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lDoc\GDLocal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9C10A-1C06-4429-8132-E6DF6875D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GDLocal.dot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進修部學生曠課反應單</dc:title>
  <dc:subject>Word 97 公文文件　開會通知單</dc:subject>
  <dc:creator>Yvonne</dc:creator>
  <cp:keywords/>
  <dc:description>這份文件是利用 GDMake 製作的公文。</dc:description>
  <cp:lastModifiedBy>UFF800/郭瓊琳</cp:lastModifiedBy>
  <cp:revision>2</cp:revision>
  <cp:lastPrinted>2025-08-22T01:22:00Z</cp:lastPrinted>
  <dcterms:created xsi:type="dcterms:W3CDTF">2025-08-22T01:23:00Z</dcterms:created>
  <dcterms:modified xsi:type="dcterms:W3CDTF">2025-08-22T01:23:00Z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修訂編號">
    <vt:lpwstr>1999.11.18</vt:lpwstr>
  </property>
</Properties>
</file>